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58" w:rsidRDefault="00933C58" w:rsidP="00933C58">
      <w:pPr>
        <w:pStyle w:val="a3"/>
        <w:jc w:val="right"/>
        <w:rPr>
          <w:i/>
          <w:sz w:val="22"/>
          <w:lang w:val="en-US"/>
        </w:rPr>
      </w:pPr>
      <w:r>
        <w:rPr>
          <w:i/>
          <w:sz w:val="22"/>
        </w:rPr>
        <w:t>Форма № 4.</w:t>
      </w: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72"/>
        <w:gridCol w:w="3572"/>
        <w:gridCol w:w="3572"/>
      </w:tblGrid>
      <w:tr w:rsidR="00B2424A"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t>СОГЛАСОВАНО</w:t>
            </w: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t>УТВЕРЖДАЮ</w:t>
            </w:r>
          </w:p>
        </w:tc>
      </w:tr>
      <w:tr w:rsidR="00B2424A"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</w:tr>
      <w:tr w:rsidR="00B2424A"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t>__________________________</w:t>
            </w: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t>__________________________</w:t>
            </w:r>
          </w:p>
        </w:tc>
      </w:tr>
      <w:tr w:rsidR="00B2424A"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</w:tr>
      <w:tr w:rsidR="00B2424A"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rPr>
                <w:lang w:val="en-US"/>
              </w:rPr>
              <w:t>«____»</w:t>
            </w:r>
            <w:proofErr w:type="spellStart"/>
            <w:r>
              <w:t>__________________г</w:t>
            </w:r>
            <w:proofErr w:type="spellEnd"/>
            <w:r>
              <w:t>.</w:t>
            </w: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rPr>
                <w:lang w:val="en-US"/>
              </w:rPr>
              <w:t>«____»</w:t>
            </w:r>
            <w:proofErr w:type="spellStart"/>
            <w:r>
              <w:t>__________________г</w:t>
            </w:r>
            <w:proofErr w:type="spellEnd"/>
            <w:r>
              <w:t>.</w:t>
            </w:r>
          </w:p>
        </w:tc>
      </w:tr>
    </w:tbl>
    <w:p w:rsidR="00B2424A" w:rsidRPr="007A3426" w:rsidRDefault="00B2424A" w:rsidP="00933C58">
      <w:pPr>
        <w:pStyle w:val="a3"/>
        <w:jc w:val="right"/>
        <w:rPr>
          <w:i/>
          <w:sz w:val="22"/>
          <w:lang w:val="en-US"/>
        </w:rPr>
      </w:pPr>
    </w:p>
    <w:tbl>
      <w:tblPr>
        <w:tblW w:w="0" w:type="auto"/>
        <w:tblInd w:w="-1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6"/>
        <w:gridCol w:w="9781"/>
        <w:gridCol w:w="283"/>
      </w:tblGrid>
      <w:tr w:rsidR="00933C58">
        <w:tc>
          <w:tcPr>
            <w:tcW w:w="276" w:type="dxa"/>
          </w:tcPr>
          <w:p w:rsidR="00933C58" w:rsidRPr="0083022F" w:rsidRDefault="00933C58" w:rsidP="0083022F">
            <w:pPr>
              <w:pStyle w:val="a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933C58" w:rsidRPr="0083022F" w:rsidRDefault="00560AD3" w:rsidP="0083022F">
            <w:pPr>
              <w:jc w:val="center"/>
              <w:rPr>
                <w:b/>
                <w:sz w:val="22"/>
                <w:szCs w:val="22"/>
              </w:rPr>
            </w:pPr>
            <w:r>
              <w:t xml:space="preserve">Капитальный ремонт сети водоснабжения </w:t>
            </w:r>
            <w:proofErr w:type="spellStart"/>
            <w:r>
              <w:t>Dy</w:t>
            </w:r>
            <w:proofErr w:type="spellEnd"/>
            <w:r>
              <w:t xml:space="preserve"> 315 мм (336м) по ул. Коммунальная на участке от ул</w:t>
            </w:r>
            <w:proofErr w:type="gramStart"/>
            <w:r>
              <w:t>.К</w:t>
            </w:r>
            <w:proofErr w:type="gramEnd"/>
            <w:r>
              <w:t xml:space="preserve">расная до </w:t>
            </w:r>
            <w:proofErr w:type="spellStart"/>
            <w:r>
              <w:t>ул.Носовская</w:t>
            </w:r>
            <w:proofErr w:type="spellEnd"/>
            <w:r>
              <w:t xml:space="preserve"> с </w:t>
            </w:r>
            <w:proofErr w:type="spellStart"/>
            <w:r>
              <w:t>переподключением</w:t>
            </w:r>
            <w:proofErr w:type="spellEnd"/>
            <w:r>
              <w:t xml:space="preserve"> ж/</w:t>
            </w:r>
            <w:proofErr w:type="spellStart"/>
            <w:r>
              <w:t>д</w:t>
            </w:r>
            <w:proofErr w:type="spellEnd"/>
            <w:r>
              <w:t xml:space="preserve"> к водоводу </w:t>
            </w:r>
            <w:proofErr w:type="spellStart"/>
            <w:r>
              <w:t>Ду</w:t>
            </w:r>
            <w:proofErr w:type="spellEnd"/>
            <w:r>
              <w:t xml:space="preserve"> 300мм (120м)</w:t>
            </w:r>
          </w:p>
        </w:tc>
        <w:tc>
          <w:tcPr>
            <w:tcW w:w="283" w:type="dxa"/>
          </w:tcPr>
          <w:p w:rsidR="00933C58" w:rsidRDefault="00933C58" w:rsidP="00497764">
            <w:pPr>
              <w:pStyle w:val="a3"/>
              <w:jc w:val="center"/>
              <w:rPr>
                <w:b/>
                <w:color w:val="FF0000"/>
                <w:sz w:val="28"/>
              </w:rPr>
            </w:pPr>
          </w:p>
        </w:tc>
      </w:tr>
      <w:tr w:rsidR="00933C58">
        <w:tc>
          <w:tcPr>
            <w:tcW w:w="276" w:type="dxa"/>
          </w:tcPr>
          <w:p w:rsidR="00933C58" w:rsidRDefault="00933C58" w:rsidP="00497764">
            <w:pPr>
              <w:pStyle w:val="a3"/>
              <w:jc w:val="center"/>
              <w:rPr>
                <w:i/>
                <w:color w:val="FF0000"/>
                <w:sz w:val="22"/>
                <w:vertAlign w:val="superscript"/>
              </w:rPr>
            </w:pPr>
          </w:p>
        </w:tc>
        <w:tc>
          <w:tcPr>
            <w:tcW w:w="9781" w:type="dxa"/>
            <w:tcBorders>
              <w:top w:val="single" w:sz="4" w:space="0" w:color="auto"/>
            </w:tcBorders>
            <w:vAlign w:val="center"/>
          </w:tcPr>
          <w:p w:rsidR="00933C58" w:rsidRPr="007A3426" w:rsidRDefault="00933C58" w:rsidP="00497764">
            <w:pPr>
              <w:pStyle w:val="a3"/>
              <w:jc w:val="center"/>
              <w:rPr>
                <w:i/>
                <w:sz w:val="22"/>
                <w:vertAlign w:val="superscript"/>
              </w:rPr>
            </w:pPr>
            <w:r w:rsidRPr="007A3426">
              <w:rPr>
                <w:i/>
                <w:sz w:val="22"/>
                <w:vertAlign w:val="superscript"/>
              </w:rPr>
              <w:t>(наименование стройки)</w:t>
            </w:r>
          </w:p>
        </w:tc>
        <w:tc>
          <w:tcPr>
            <w:tcW w:w="283" w:type="dxa"/>
          </w:tcPr>
          <w:p w:rsidR="00933C58" w:rsidRDefault="00933C58" w:rsidP="00497764">
            <w:pPr>
              <w:pStyle w:val="a3"/>
              <w:jc w:val="center"/>
              <w:rPr>
                <w:i/>
                <w:color w:val="FF0000"/>
                <w:sz w:val="22"/>
                <w:vertAlign w:val="superscript"/>
              </w:rPr>
            </w:pPr>
          </w:p>
        </w:tc>
      </w:tr>
    </w:tbl>
    <w:p w:rsidR="00933C58" w:rsidRPr="002E24D9" w:rsidRDefault="00933C58" w:rsidP="00933C58">
      <w:pPr>
        <w:rPr>
          <w:sz w:val="28"/>
          <w:szCs w:val="28"/>
          <w:lang w:val="en-US"/>
        </w:rPr>
      </w:pPr>
    </w:p>
    <w:p w:rsidR="00933C58" w:rsidRDefault="008F63A7" w:rsidP="00933C58">
      <w:pPr>
        <w:pStyle w:val="a3"/>
        <w:jc w:val="center"/>
        <w:rPr>
          <w:rFonts w:ascii="Arial" w:hAnsi="Arial"/>
          <w:b/>
          <w:sz w:val="22"/>
          <w:lang w:val="en-US"/>
        </w:rPr>
      </w:pPr>
      <w:r>
        <w:rPr>
          <w:b/>
          <w:caps/>
          <w:sz w:val="28"/>
        </w:rPr>
        <w:t>Локальный сметный расчет №1</w:t>
      </w:r>
    </w:p>
    <w:p w:rsidR="00933C58" w:rsidRDefault="0083022F" w:rsidP="00933C58">
      <w:pPr>
        <w:pStyle w:val="a3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</w:t>
      </w:r>
    </w:p>
    <w:p w:rsidR="00933C58" w:rsidRPr="0083022F" w:rsidRDefault="00933C58" w:rsidP="00933C58">
      <w:pPr>
        <w:pStyle w:val="a3"/>
        <w:jc w:val="center"/>
        <w:rPr>
          <w:b/>
          <w:sz w:val="28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3969"/>
        <w:gridCol w:w="5812"/>
      </w:tblGrid>
      <w:tr w:rsidR="00933C58" w:rsidRPr="002E24D9">
        <w:tc>
          <w:tcPr>
            <w:tcW w:w="3969" w:type="dxa"/>
          </w:tcPr>
          <w:p w:rsidR="00933C58" w:rsidRPr="002E24D9" w:rsidRDefault="00933C58" w:rsidP="00497764">
            <w:pPr>
              <w:pStyle w:val="a3"/>
              <w:tabs>
                <w:tab w:val="clear" w:pos="4153"/>
                <w:tab w:val="center" w:pos="3402"/>
              </w:tabs>
              <w:rPr>
                <w:i/>
              </w:rPr>
            </w:pPr>
            <w:r w:rsidRPr="002E24D9">
              <w:rPr>
                <w:i/>
              </w:rPr>
              <w:t>Основание: чертежи №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933C58" w:rsidRPr="002E24D9" w:rsidRDefault="0083022F" w:rsidP="00497764">
            <w:pPr>
              <w:pStyle w:val="a3"/>
              <w:tabs>
                <w:tab w:val="clear" w:pos="4153"/>
                <w:tab w:val="center" w:pos="3402"/>
              </w:tabs>
              <w:rPr>
                <w:i/>
              </w:rPr>
            </w:pPr>
            <w:r>
              <w:t>ДП116-2021/05-029/3-ТКР</w:t>
            </w:r>
            <w:proofErr w:type="gramStart"/>
            <w:r>
              <w:t>.С</w:t>
            </w:r>
            <w:proofErr w:type="gramEnd"/>
            <w:r>
              <w:t xml:space="preserve"> л.1-4</w:t>
            </w:r>
          </w:p>
        </w:tc>
      </w:tr>
      <w:tr w:rsidR="00933C58">
        <w:tc>
          <w:tcPr>
            <w:tcW w:w="3969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rPr>
                <w:b/>
                <w:i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jc w:val="center"/>
              <w:rPr>
                <w:b/>
                <w:i/>
              </w:rPr>
            </w:pPr>
          </w:p>
        </w:tc>
      </w:tr>
      <w:tr w:rsidR="00933C58">
        <w:tc>
          <w:tcPr>
            <w:tcW w:w="3969" w:type="dxa"/>
          </w:tcPr>
          <w:p w:rsidR="00933C58" w:rsidRPr="00491535" w:rsidRDefault="000A50E8" w:rsidP="00267ADD">
            <w:pPr>
              <w:pStyle w:val="a3"/>
              <w:tabs>
                <w:tab w:val="clear" w:pos="4153"/>
                <w:tab w:val="center" w:pos="3719"/>
              </w:tabs>
              <w:ind w:right="34"/>
              <w:rPr>
                <w:i/>
              </w:rPr>
            </w:pPr>
            <w:r w:rsidRPr="00491535">
              <w:rPr>
                <w:i/>
              </w:rPr>
              <w:t>Составлена в базовых ценах</w:t>
            </w:r>
            <w:r>
              <w:rPr>
                <w:i/>
              </w:rPr>
              <w:t xml:space="preserve"> </w:t>
            </w:r>
            <w:smartTag w:uri="urn:schemas-microsoft-com:office:smarttags" w:element="metricconverter">
              <w:smartTagPr>
                <w:attr w:name="ProductID" w:val="2001 г"/>
              </w:smartTagPr>
              <w:r>
                <w:rPr>
                  <w:i/>
                </w:rPr>
                <w:t>2001 г</w:t>
              </w:r>
            </w:smartTag>
            <w:r>
              <w:rPr>
                <w:i/>
              </w:rPr>
              <w:t>. с пересчетом в текущие цены, нормативная база внесена в федеральный реестр на основании приказов Минстроя РФ от 28.02.2017 г. №273/</w:t>
            </w:r>
            <w:proofErr w:type="spellStart"/>
            <w:proofErr w:type="gramStart"/>
            <w:r>
              <w:rPr>
                <w:i/>
              </w:rPr>
              <w:t>пр</w:t>
            </w:r>
            <w:proofErr w:type="spellEnd"/>
            <w:proofErr w:type="gramEnd"/>
            <w:r>
              <w:rPr>
                <w:i/>
              </w:rPr>
              <w:t xml:space="preserve"> - №362/</w:t>
            </w:r>
            <w:proofErr w:type="spellStart"/>
            <w:r>
              <w:rPr>
                <w:i/>
              </w:rPr>
              <w:t>пр</w:t>
            </w:r>
            <w:proofErr w:type="spellEnd"/>
            <w:r w:rsidRPr="00491535">
              <w:rPr>
                <w:i/>
              </w:rPr>
              <w:t>:</w:t>
            </w:r>
          </w:p>
        </w:tc>
        <w:tc>
          <w:tcPr>
            <w:tcW w:w="5812" w:type="dxa"/>
            <w:vAlign w:val="center"/>
          </w:tcPr>
          <w:p w:rsidR="00933C58" w:rsidRDefault="003E2FDC" w:rsidP="0083022F">
            <w:pPr>
              <w:pStyle w:val="a3"/>
              <w:tabs>
                <w:tab w:val="clear" w:pos="4153"/>
                <w:tab w:val="center" w:pos="3402"/>
              </w:tabs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:rsidR="00933C58" w:rsidRDefault="00933C58" w:rsidP="00933C58">
      <w:pPr>
        <w:pStyle w:val="a3"/>
        <w:jc w:val="center"/>
        <w:rPr>
          <w:b/>
          <w:sz w:val="28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3544"/>
        <w:gridCol w:w="1275"/>
        <w:gridCol w:w="1767"/>
      </w:tblGrid>
      <w:tr w:rsidR="00933C58">
        <w:tc>
          <w:tcPr>
            <w:tcW w:w="3544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b/>
                <w:i/>
              </w:rPr>
            </w:pPr>
            <w:r>
              <w:rPr>
                <w:b/>
                <w:i/>
              </w:rPr>
              <w:t>Сметная стоимость работ</w:t>
            </w:r>
            <w:r w:rsidRPr="00267ADD">
              <w:rPr>
                <w:b/>
                <w:i/>
              </w:rPr>
              <w:t>:</w:t>
            </w:r>
            <w:r>
              <w:rPr>
                <w:b/>
                <w:i/>
              </w:rPr>
              <w:t>_______</w:t>
            </w:r>
          </w:p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b/>
                <w:i/>
              </w:rPr>
            </w:pPr>
          </w:p>
        </w:tc>
        <w:tc>
          <w:tcPr>
            <w:tcW w:w="1275" w:type="dxa"/>
          </w:tcPr>
          <w:p w:rsidR="00933C58" w:rsidRPr="003D77FF" w:rsidRDefault="0083022F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jc w:val="right"/>
              <w:rPr>
                <w:b/>
              </w:rPr>
            </w:pPr>
            <w:r>
              <w:rPr>
                <w:b/>
              </w:rPr>
              <w:t>8 568 998</w:t>
            </w:r>
          </w:p>
        </w:tc>
        <w:tc>
          <w:tcPr>
            <w:tcW w:w="1767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b/>
                <w:i/>
              </w:rPr>
            </w:pPr>
            <w:r>
              <w:rPr>
                <w:b/>
                <w:i/>
              </w:rPr>
              <w:t>Руб.</w:t>
            </w:r>
          </w:p>
        </w:tc>
      </w:tr>
      <w:tr w:rsidR="00933C58">
        <w:tc>
          <w:tcPr>
            <w:tcW w:w="3544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  <w:r>
              <w:rPr>
                <w:i/>
              </w:rPr>
              <w:t>Трудоемкость работ</w:t>
            </w:r>
            <w:r w:rsidRPr="00147F42">
              <w:rPr>
                <w:i/>
              </w:rPr>
              <w:t>:</w:t>
            </w:r>
            <w:r>
              <w:rPr>
                <w:i/>
              </w:rPr>
              <w:t xml:space="preserve"> _____________</w:t>
            </w:r>
          </w:p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</w:p>
        </w:tc>
        <w:tc>
          <w:tcPr>
            <w:tcW w:w="1275" w:type="dxa"/>
          </w:tcPr>
          <w:p w:rsidR="00933C58" w:rsidRPr="003D77FF" w:rsidRDefault="0083022F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jc w:val="right"/>
            </w:pPr>
            <w:r>
              <w:t>2 081</w:t>
            </w:r>
          </w:p>
        </w:tc>
        <w:tc>
          <w:tcPr>
            <w:tcW w:w="1767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  <w:sz w:val="12"/>
              </w:rPr>
            </w:pPr>
            <w:r>
              <w:rPr>
                <w:i/>
              </w:rPr>
              <w:t>Чел</w:t>
            </w:r>
            <w:proofErr w:type="gramStart"/>
            <w:r>
              <w:rPr>
                <w:i/>
              </w:rPr>
              <w:t>.ч</w:t>
            </w:r>
            <w:proofErr w:type="gramEnd"/>
            <w:r>
              <w:rPr>
                <w:i/>
              </w:rPr>
              <w:t>ас.</w:t>
            </w:r>
          </w:p>
        </w:tc>
      </w:tr>
      <w:tr w:rsidR="00933C58">
        <w:tc>
          <w:tcPr>
            <w:tcW w:w="3544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  <w:r>
              <w:rPr>
                <w:i/>
              </w:rPr>
              <w:t>Средства на оплату труда</w:t>
            </w:r>
            <w:r>
              <w:rPr>
                <w:i/>
                <w:lang w:val="en-US"/>
              </w:rPr>
              <w:t>:</w:t>
            </w:r>
            <w:r>
              <w:rPr>
                <w:i/>
              </w:rPr>
              <w:t xml:space="preserve"> ________</w:t>
            </w:r>
          </w:p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</w:p>
        </w:tc>
        <w:tc>
          <w:tcPr>
            <w:tcW w:w="1275" w:type="dxa"/>
          </w:tcPr>
          <w:p w:rsidR="00933C58" w:rsidRPr="003D77FF" w:rsidRDefault="0083022F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jc w:val="right"/>
            </w:pPr>
            <w:r>
              <w:t>15 684</w:t>
            </w:r>
          </w:p>
        </w:tc>
        <w:tc>
          <w:tcPr>
            <w:tcW w:w="1767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  <w:r>
              <w:rPr>
                <w:i/>
              </w:rPr>
              <w:t>Руб.</w:t>
            </w:r>
          </w:p>
        </w:tc>
      </w:tr>
    </w:tbl>
    <w:p w:rsidR="00497764" w:rsidRDefault="0083022F">
      <w:pPr>
        <w:pStyle w:val="a3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</w:t>
      </w:r>
    </w:p>
    <w:tbl>
      <w:tblPr>
        <w:tblW w:w="102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6"/>
        <w:gridCol w:w="709"/>
        <w:gridCol w:w="1587"/>
        <w:gridCol w:w="708"/>
        <w:gridCol w:w="1134"/>
        <w:gridCol w:w="993"/>
        <w:gridCol w:w="1134"/>
        <w:gridCol w:w="992"/>
        <w:gridCol w:w="1134"/>
        <w:gridCol w:w="709"/>
        <w:gridCol w:w="708"/>
      </w:tblGrid>
      <w:tr w:rsidR="00497764">
        <w:trPr>
          <w:cantSplit/>
          <w:trHeight w:val="220"/>
        </w:trPr>
        <w:tc>
          <w:tcPr>
            <w:tcW w:w="426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№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Обосно</w:t>
            </w:r>
            <w:proofErr w:type="spellEnd"/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w="1587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27" w:type="dxa"/>
            <w:gridSpan w:val="2"/>
            <w:tcBorders>
              <w:lef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ЦЕНА ЕДИНИЦЫ</w:t>
            </w:r>
          </w:p>
        </w:tc>
        <w:tc>
          <w:tcPr>
            <w:tcW w:w="3260" w:type="dxa"/>
            <w:gridSpan w:val="3"/>
            <w:tcBorders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ОБЩАЯ СТОИМОСТЬ</w:t>
            </w:r>
          </w:p>
        </w:tc>
        <w:tc>
          <w:tcPr>
            <w:tcW w:w="1417" w:type="dxa"/>
            <w:gridSpan w:val="2"/>
            <w:tcBorders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затр.тр</w:t>
            </w:r>
            <w:proofErr w:type="gramStart"/>
            <w:r>
              <w:rPr>
                <w:rFonts w:ascii="Arial" w:hAnsi="Arial"/>
                <w:sz w:val="16"/>
              </w:rPr>
              <w:t>.р</w:t>
            </w:r>
            <w:proofErr w:type="gramEnd"/>
            <w:r>
              <w:rPr>
                <w:rFonts w:ascii="Arial" w:hAnsi="Arial"/>
                <w:sz w:val="16"/>
              </w:rPr>
              <w:t>аб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</w:tr>
      <w:tr w:rsidR="00497764">
        <w:trPr>
          <w:cantSplit/>
        </w:trPr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>/</w:t>
            </w:r>
            <w:proofErr w:type="spellStart"/>
            <w:r>
              <w:rPr>
                <w:rFonts w:ascii="Arial" w:hAnsi="Arial"/>
                <w:sz w:val="16"/>
              </w:rPr>
              <w:t>п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вание</w:t>
            </w:r>
            <w:proofErr w:type="spellEnd"/>
          </w:p>
        </w:tc>
        <w:tc>
          <w:tcPr>
            <w:tcW w:w="1587" w:type="dxa"/>
            <w:tcBorders>
              <w:top w:val="nil"/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работ и затрат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Кол-во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всего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экс</w:t>
            </w:r>
            <w:proofErr w:type="gramStart"/>
            <w:r>
              <w:rPr>
                <w:rFonts w:ascii="Arial" w:hAnsi="Arial"/>
                <w:sz w:val="16"/>
              </w:rPr>
              <w:t>.м</w:t>
            </w:r>
            <w:proofErr w:type="gramEnd"/>
            <w:r>
              <w:rPr>
                <w:rFonts w:ascii="Arial" w:hAnsi="Arial"/>
                <w:sz w:val="16"/>
              </w:rPr>
              <w:t>аш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всего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зарплата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экс</w:t>
            </w:r>
            <w:proofErr w:type="gramStart"/>
            <w:r>
              <w:rPr>
                <w:rFonts w:ascii="Arial" w:hAnsi="Arial"/>
                <w:sz w:val="16"/>
              </w:rPr>
              <w:t>.м</w:t>
            </w:r>
            <w:proofErr w:type="gramEnd"/>
            <w:r>
              <w:rPr>
                <w:rFonts w:ascii="Arial" w:hAnsi="Arial"/>
                <w:sz w:val="16"/>
              </w:rPr>
              <w:t>аш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затр.тр</w:t>
            </w:r>
            <w:proofErr w:type="gramStart"/>
            <w:r>
              <w:rPr>
                <w:rFonts w:ascii="Arial" w:hAnsi="Arial"/>
                <w:sz w:val="16"/>
              </w:rPr>
              <w:t>.м</w:t>
            </w:r>
            <w:proofErr w:type="gramEnd"/>
            <w:r>
              <w:rPr>
                <w:rFonts w:ascii="Arial" w:hAnsi="Arial"/>
                <w:sz w:val="16"/>
              </w:rPr>
              <w:t>аш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</w:tr>
      <w:tr w:rsidR="00497764">
        <w:trPr>
          <w:cantSplit/>
        </w:trPr>
        <w:tc>
          <w:tcPr>
            <w:tcW w:w="426" w:type="dxa"/>
            <w:tcBorders>
              <w:top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цен</w:t>
            </w:r>
          </w:p>
        </w:tc>
        <w:tc>
          <w:tcPr>
            <w:tcW w:w="1587" w:type="dxa"/>
            <w:tcBorders>
              <w:top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зарплата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ЗП </w:t>
            </w:r>
            <w:proofErr w:type="spellStart"/>
            <w:r>
              <w:rPr>
                <w:rFonts w:ascii="Arial" w:hAnsi="Arial"/>
                <w:sz w:val="16"/>
              </w:rPr>
              <w:t>маш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ЗП </w:t>
            </w:r>
            <w:proofErr w:type="spellStart"/>
            <w:r>
              <w:rPr>
                <w:rFonts w:ascii="Arial" w:hAnsi="Arial"/>
                <w:sz w:val="16"/>
              </w:rPr>
              <w:t>маш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единич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всего</w:t>
            </w:r>
          </w:p>
        </w:tc>
      </w:tr>
    </w:tbl>
    <w:p w:rsidR="00497764" w:rsidRDefault="00497764">
      <w:pPr>
        <w:rPr>
          <w:sz w:val="2"/>
        </w:rPr>
      </w:pPr>
    </w:p>
    <w:tbl>
      <w:tblPr>
        <w:tblW w:w="102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6"/>
        <w:gridCol w:w="709"/>
        <w:gridCol w:w="1587"/>
        <w:gridCol w:w="708"/>
        <w:gridCol w:w="1134"/>
        <w:gridCol w:w="993"/>
        <w:gridCol w:w="1134"/>
        <w:gridCol w:w="992"/>
        <w:gridCol w:w="1134"/>
        <w:gridCol w:w="709"/>
        <w:gridCol w:w="708"/>
      </w:tblGrid>
      <w:tr w:rsidR="00497764">
        <w:trPr>
          <w:tblHeader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</w:t>
            </w:r>
          </w:p>
        </w:tc>
      </w:tr>
      <w:tr w:rsidR="00497764" w:rsidTr="0083022F">
        <w:trPr>
          <w:tblHeader/>
        </w:trPr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83022F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83022F">
              <w:rPr>
                <w:rFonts w:ascii="Arial" w:hAnsi="Arial"/>
                <w:b/>
                <w:color w:val="000000"/>
                <w:sz w:val="18"/>
              </w:rPr>
              <w:t>1</w:t>
            </w:r>
            <w:proofErr w:type="gramEnd"/>
            <w:r w:rsidRPr="0083022F">
              <w:rPr>
                <w:rFonts w:ascii="Arial" w:hAnsi="Arial"/>
                <w:b/>
                <w:color w:val="000000"/>
                <w:sz w:val="18"/>
              </w:rPr>
              <w:t>.Земляные работы</w:t>
            </w: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ТЕР01-01-009-08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в траншеях экскаватором &lt;обратная лопата&gt; с ковшом вместимостью 0,65 (0,5-1) м3, группа грунтов 2 в отвал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0,4452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3279,65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3279,65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1460,10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1460,10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137,75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27,95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12,44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ТЕР01-01-022-08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в траншеях экскаватором &lt;обратная лопата&gt; с ковшом вместимостью 0,65 (0,5-1) м3, группа грунтов 2 с погрузкой на а/самосвалы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0,064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3530,76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3530,76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333,10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225,97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225,97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1,93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ТЕР01-02-057-02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Разработка грунта вручную в траншеях глубиной до 2 м без креплений с откосами, группа грунтов 2 </w:t>
            </w:r>
          </w:p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[Прил. 1.12 п.п.3.187.</w:t>
            </w:r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Дораб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вручн.</w:t>
            </w:r>
            <w:proofErr w:type="gramStart"/>
            <w:r>
              <w:rPr>
                <w:rFonts w:ascii="Arial" w:hAnsi="Arial"/>
                <w:sz w:val="16"/>
              </w:rPr>
              <w:t>,з</w:t>
            </w:r>
            <w:proofErr w:type="gramEnd"/>
            <w:r>
              <w:rPr>
                <w:rFonts w:ascii="Arial" w:hAnsi="Arial"/>
                <w:sz w:val="16"/>
              </w:rPr>
              <w:t>ачистка</w:t>
            </w:r>
            <w:proofErr w:type="spellEnd"/>
            <w:r>
              <w:rPr>
                <w:rFonts w:ascii="Arial" w:hAnsi="Arial"/>
                <w:sz w:val="16"/>
              </w:rPr>
              <w:t xml:space="preserve"> дна и стенок с выкидкой грунта в </w:t>
            </w:r>
            <w:proofErr w:type="spellStart"/>
            <w:r>
              <w:rPr>
                <w:rFonts w:ascii="Arial" w:hAnsi="Arial"/>
                <w:sz w:val="16"/>
              </w:rPr>
              <w:t>котл</w:t>
            </w:r>
            <w:proofErr w:type="spellEnd"/>
            <w:r>
              <w:rPr>
                <w:rFonts w:ascii="Arial" w:hAnsi="Arial"/>
                <w:sz w:val="16"/>
              </w:rPr>
              <w:t>. и траншеях,: (Кз=1,2; Ктр=1,2)]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0,268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1179,02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1179,02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184,80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49,53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ТЕРпг03</w:t>
            </w:r>
            <w:r>
              <w:rPr>
                <w:rFonts w:ascii="Arial" w:hAnsi="Arial"/>
                <w:sz w:val="16"/>
              </w:rPr>
              <w:lastRenderedPageBreak/>
              <w:t>-21-01-015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Перевозка грузов I </w:t>
            </w:r>
            <w:r>
              <w:rPr>
                <w:rFonts w:ascii="Arial" w:hAnsi="Arial"/>
                <w:sz w:val="16"/>
              </w:rPr>
              <w:lastRenderedPageBreak/>
              <w:t>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108,8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12,24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12,24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1331,71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1331,71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ТЕР01-01-016-01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Работа на отвале, группа грунтов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0,064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262,77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239,31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15,32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0,21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ТЕР01-02-061-02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вручную траншей, пазух котлованов и ям, группа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0,472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595,84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595,84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281,24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97,20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45,88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ТЕР01-01-033-02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траншей и котлованов с перемещением грунта до 5 м бульдозерами мощностью 59 кВт (80 л.</w:t>
            </w:r>
            <w:proofErr w:type="gramStart"/>
            <w:r>
              <w:rPr>
                <w:rFonts w:ascii="Arial" w:hAnsi="Arial"/>
                <w:sz w:val="16"/>
              </w:rPr>
              <w:t>с</w:t>
            </w:r>
            <w:proofErr w:type="gramEnd"/>
            <w:r>
              <w:rPr>
                <w:rFonts w:ascii="Arial" w:hAnsi="Arial"/>
                <w:sz w:val="16"/>
              </w:rPr>
              <w:t xml:space="preserve">.), </w:t>
            </w:r>
            <w:proofErr w:type="gramStart"/>
            <w:r>
              <w:rPr>
                <w:rFonts w:ascii="Arial" w:hAnsi="Arial"/>
                <w:sz w:val="16"/>
              </w:rPr>
              <w:t>группа</w:t>
            </w:r>
            <w:proofErr w:type="gramEnd"/>
            <w:r>
              <w:rPr>
                <w:rFonts w:ascii="Arial" w:hAnsi="Arial"/>
                <w:sz w:val="16"/>
              </w:rPr>
              <w:t xml:space="preserve">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0,4248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203,55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203,55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35,83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3,77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ТЕР01-02-005-01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Уплотнение грунта пневматическими трамбовками, группа грунтов 1-2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4,248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уплотненного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349,30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87,33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261,97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1483,83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1112,85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106,54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12,53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53,23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12,91</w:t>
            </w: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о   </w:t>
            </w:r>
            <w:proofErr w:type="spellStart"/>
            <w:r>
              <w:rPr>
                <w:rFonts w:ascii="Arial" w:hAnsi="Arial"/>
                <w:sz w:val="16"/>
              </w:rPr>
              <w:t>р</w:t>
            </w:r>
            <w:proofErr w:type="spellEnd"/>
            <w:r>
              <w:rPr>
                <w:rFonts w:ascii="Arial" w:hAnsi="Arial"/>
                <w:sz w:val="16"/>
              </w:rPr>
              <w:t xml:space="preserve"> а </w:t>
            </w:r>
            <w:proofErr w:type="spellStart"/>
            <w:r>
              <w:rPr>
                <w:rFonts w:ascii="Arial" w:hAnsi="Arial"/>
                <w:sz w:val="16"/>
              </w:rPr>
              <w:t>з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</w:t>
            </w:r>
            <w:proofErr w:type="spellEnd"/>
            <w:r>
              <w:rPr>
                <w:rFonts w:ascii="Arial" w:hAnsi="Arial"/>
                <w:sz w:val="16"/>
              </w:rPr>
              <w:t xml:space="preserve">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4350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148,82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31,26</w:t>
            </w: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5 319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(1-001.1-3 Земляные работы, выполняемые: механизированным способом) (92%)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(1-001.2-3 Земляные работы, выполняемые: ручным способом) (89%)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1 153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6 473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(1-001.1-3 Земляные работы, выполняемые: механизированным способом) (46%)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(1-001.2-3 Земляные работы, выполняемые: ручным способом) (40%)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7 023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83022F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83022F">
              <w:rPr>
                <w:rFonts w:ascii="Arial" w:hAnsi="Arial"/>
                <w:b/>
                <w:color w:val="000000"/>
                <w:sz w:val="18"/>
              </w:rPr>
              <w:t>2</w:t>
            </w:r>
            <w:proofErr w:type="gramEnd"/>
            <w:r w:rsidRPr="0083022F">
              <w:rPr>
                <w:rFonts w:ascii="Arial" w:hAnsi="Arial"/>
                <w:b/>
                <w:color w:val="000000"/>
                <w:sz w:val="18"/>
              </w:rPr>
              <w:t>. Хозяйственно-питьевой и противопожарный водопровод В</w:t>
            </w:r>
            <w:proofErr w:type="gramStart"/>
            <w:r w:rsidRPr="0083022F">
              <w:rPr>
                <w:rFonts w:ascii="Arial" w:hAnsi="Arial"/>
                <w:b/>
                <w:color w:val="000000"/>
                <w:sz w:val="18"/>
              </w:rPr>
              <w:t>1</w:t>
            </w:r>
            <w:proofErr w:type="gramEnd"/>
            <w:r w:rsidRPr="0083022F">
              <w:rPr>
                <w:rFonts w:ascii="Arial" w:hAnsi="Arial"/>
                <w:b/>
                <w:color w:val="000000"/>
                <w:sz w:val="18"/>
              </w:rPr>
              <w:t>.</w:t>
            </w: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ТЕР01-01-006-02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Разработка грунта в котлованах объемом до 500 м3 экскаваторами с ковшом вместимостью 0,4 (0,35-0,45) м3, группа грунтов 2  </w:t>
            </w:r>
            <w:proofErr w:type="gramStart"/>
            <w:r>
              <w:rPr>
                <w:rFonts w:ascii="Arial" w:hAnsi="Arial"/>
                <w:sz w:val="16"/>
              </w:rPr>
              <w:t xml:space="preserve">( </w:t>
            </w:r>
            <w:proofErr w:type="gramEnd"/>
            <w:r>
              <w:rPr>
                <w:rFonts w:ascii="Arial" w:hAnsi="Arial"/>
                <w:sz w:val="16"/>
              </w:rPr>
              <w:t>рабочий и приемный котлованы)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0,0806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2105,72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2105,72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169,72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169,72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38,96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43,66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3,52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ТЕР01-02-057-02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Разработка грунта вручную в траншеях глубиной до 2 м без креплений с откосами, группа грунтов 2 </w:t>
            </w:r>
          </w:p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 xml:space="preserve">[Прил. 1.12 </w:t>
            </w:r>
            <w:r>
              <w:rPr>
                <w:rFonts w:ascii="Arial" w:hAnsi="Arial"/>
                <w:sz w:val="16"/>
              </w:rPr>
              <w:lastRenderedPageBreak/>
              <w:t>п.п.3.187.</w:t>
            </w:r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Дораб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вручн.</w:t>
            </w:r>
            <w:proofErr w:type="gramStart"/>
            <w:r>
              <w:rPr>
                <w:rFonts w:ascii="Arial" w:hAnsi="Arial"/>
                <w:sz w:val="16"/>
              </w:rPr>
              <w:t>,з</w:t>
            </w:r>
            <w:proofErr w:type="gramEnd"/>
            <w:r>
              <w:rPr>
                <w:rFonts w:ascii="Arial" w:hAnsi="Arial"/>
                <w:sz w:val="16"/>
              </w:rPr>
              <w:t>ачистка</w:t>
            </w:r>
            <w:proofErr w:type="spellEnd"/>
            <w:r>
              <w:rPr>
                <w:rFonts w:ascii="Arial" w:hAnsi="Arial"/>
                <w:sz w:val="16"/>
              </w:rPr>
              <w:t xml:space="preserve"> дна и стенок с выкидкой грунта в </w:t>
            </w:r>
            <w:proofErr w:type="spellStart"/>
            <w:r>
              <w:rPr>
                <w:rFonts w:ascii="Arial" w:hAnsi="Arial"/>
                <w:sz w:val="16"/>
              </w:rPr>
              <w:t>котл</w:t>
            </w:r>
            <w:proofErr w:type="spellEnd"/>
            <w:r>
              <w:rPr>
                <w:rFonts w:ascii="Arial" w:hAnsi="Arial"/>
                <w:sz w:val="16"/>
              </w:rPr>
              <w:t>. и траншеях,: (Кз=1,2; Ктр=1,2)]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0,042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1179,02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1179,02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49,52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184,80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7,76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ТЕР01-01-033-02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траншей и котлованов с перемещением грунта до 5 м бульдозерами мощностью 59 кВт (80 л.</w:t>
            </w:r>
            <w:proofErr w:type="gramStart"/>
            <w:r>
              <w:rPr>
                <w:rFonts w:ascii="Arial" w:hAnsi="Arial"/>
                <w:sz w:val="16"/>
              </w:rPr>
              <w:t>с</w:t>
            </w:r>
            <w:proofErr w:type="gramEnd"/>
            <w:r>
              <w:rPr>
                <w:rFonts w:ascii="Arial" w:hAnsi="Arial"/>
                <w:sz w:val="16"/>
              </w:rPr>
              <w:t xml:space="preserve">.), </w:t>
            </w:r>
            <w:proofErr w:type="gramStart"/>
            <w:r>
              <w:rPr>
                <w:rFonts w:ascii="Arial" w:hAnsi="Arial"/>
                <w:sz w:val="16"/>
              </w:rPr>
              <w:t>группа</w:t>
            </w:r>
            <w:proofErr w:type="gramEnd"/>
            <w:r>
              <w:rPr>
                <w:rFonts w:ascii="Arial" w:hAnsi="Arial"/>
                <w:sz w:val="16"/>
              </w:rPr>
              <w:t xml:space="preserve">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0,0848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40,63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0,75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ТЕР01-02-005-01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Уплотнение грунта пневматическими трамбовками, группа грунтов 1-2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0,848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уплотненного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349,30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87,33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261,97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296,21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222,15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12,53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10,63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2,58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ТЕР04-01-074-01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Монтаж машины горизонтального бурения </w:t>
            </w:r>
            <w:proofErr w:type="spellStart"/>
            <w:r>
              <w:rPr>
                <w:rFonts w:ascii="Arial" w:hAnsi="Arial"/>
                <w:sz w:val="16"/>
              </w:rPr>
              <w:t>прессово-шнекового</w:t>
            </w:r>
            <w:proofErr w:type="spellEnd"/>
            <w:r>
              <w:rPr>
                <w:rFonts w:ascii="Arial" w:hAnsi="Arial"/>
                <w:sz w:val="16"/>
              </w:rPr>
              <w:t xml:space="preserve"> типа 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машина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1060,18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218,18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842,00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4240,72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3368,00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230,24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26,51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106,04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20,80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ТЕР04-01-075-01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Демонтаж машины горизонтального бурения </w:t>
            </w:r>
            <w:proofErr w:type="spellStart"/>
            <w:r>
              <w:rPr>
                <w:rFonts w:ascii="Arial" w:hAnsi="Arial"/>
                <w:sz w:val="16"/>
              </w:rPr>
              <w:t>прессово-шнекового</w:t>
            </w:r>
            <w:proofErr w:type="spellEnd"/>
            <w:r>
              <w:rPr>
                <w:rFonts w:ascii="Arial" w:hAnsi="Arial"/>
                <w:sz w:val="16"/>
              </w:rPr>
              <w:t xml:space="preserve"> типа 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машина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636,61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114,03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522,58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2546,44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456,12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2090,32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114,24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14,06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56,24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10,32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ТЕР04-01-076-01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Бурение </w:t>
            </w:r>
            <w:proofErr w:type="spellStart"/>
            <w:r>
              <w:rPr>
                <w:rFonts w:ascii="Arial" w:hAnsi="Arial"/>
                <w:sz w:val="16"/>
              </w:rPr>
              <w:t>пилотной</w:t>
            </w:r>
            <w:proofErr w:type="spellEnd"/>
            <w:r>
              <w:rPr>
                <w:rFonts w:ascii="Arial" w:hAnsi="Arial"/>
                <w:sz w:val="16"/>
              </w:rPr>
              <w:t xml:space="preserve"> скважины машиной горизонтального бурения </w:t>
            </w:r>
            <w:proofErr w:type="spellStart"/>
            <w:r>
              <w:rPr>
                <w:rFonts w:ascii="Arial" w:hAnsi="Arial"/>
                <w:sz w:val="16"/>
              </w:rPr>
              <w:t>прессово-шнековой</w:t>
            </w:r>
            <w:proofErr w:type="spellEnd"/>
            <w:r>
              <w:rPr>
                <w:rFonts w:ascii="Arial" w:hAnsi="Arial"/>
                <w:sz w:val="16"/>
              </w:rPr>
              <w:t xml:space="preserve"> с усилием продавливания 203 ТС (2000кН) фирмы SHMIDT, KRANZ-GRUPPE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2,955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 бурения 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9280,63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84,45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9192,45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27424,26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27163,69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357,32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9,97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29,46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29,58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ТЕР04-01-077-10прим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Бурение с предварительным расширением скважины машиной горизонтального бурения  (трубы ПЭ диам.355</w:t>
            </w:r>
            <w:proofErr w:type="gramStart"/>
            <w:r>
              <w:rPr>
                <w:rFonts w:ascii="Arial" w:hAnsi="Arial"/>
                <w:sz w:val="16"/>
              </w:rPr>
              <w:t xml:space="preserve"> 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2,955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 бурения 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47282,11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806,70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45439,82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988,22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139718,64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2383,80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134274,67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2920,19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98,02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91,08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289,65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269,14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407-0005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Глина </w:t>
            </w:r>
            <w:proofErr w:type="spellStart"/>
            <w:r>
              <w:rPr>
                <w:rFonts w:ascii="Arial" w:hAnsi="Arial"/>
                <w:sz w:val="16"/>
              </w:rPr>
              <w:t>бентонитовая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1,7511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970,00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1698,57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110-0199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Полимер для стабилизации буровых скважин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0,0438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ТЕР23-01-001-01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основания под трубопроводы песчаного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м3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692,40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31,36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276,96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12,54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10,20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4,08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0,14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ТЕР22-01-021-13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Укладка трубопроводов из полиэтиленовых труб диаметром 630 мм (футляры 2шт)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31542,09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5737,14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24150,63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1570,91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996,73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763,16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49,64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773,20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155,69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24,43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4,92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Труба напорная из полиэтилена PE 100 питьевая ПЭ100 SDR13,6, размером 630х46,3 мм (ГОСТ 18599-2001, ГОСТ </w:t>
            </w:r>
            <w:proofErr w:type="gramStart"/>
            <w:r>
              <w:rPr>
                <w:rFonts w:ascii="Arial" w:hAnsi="Arial"/>
                <w:sz w:val="16"/>
              </w:rPr>
              <w:t>Р</w:t>
            </w:r>
            <w:proofErr w:type="gramEnd"/>
            <w:r>
              <w:rPr>
                <w:rFonts w:ascii="Arial" w:hAnsi="Arial"/>
                <w:sz w:val="16"/>
              </w:rPr>
              <w:t xml:space="preserve"> 52134-2003) (16962,9/1,2/8,87*1,102)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31,6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1756,21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55496,24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ТЕР22-05-003-06прим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Протаскивание в футляр стальных труб диаметром 350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0,316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м трубы, </w:t>
            </w:r>
            <w:r>
              <w:rPr>
                <w:rFonts w:ascii="Arial" w:hAnsi="Arial"/>
                <w:sz w:val="16"/>
              </w:rPr>
              <w:lastRenderedPageBreak/>
              <w:t>уложенной в футляр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4041,65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787,00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53,26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1277,16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16,83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31,60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ТЕР22-01-021-08прим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Укладка трубопроводов из полиэтиленовых труб диаметром 315 мм (355мм)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0,0389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564256,90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2642,77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7497,74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769,59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21949,59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291,66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29,94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351,90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70,09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13,69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2,73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507-0607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Трубы напорные из полиэтилена низкого давления среднего типа, наружным диаметром 315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-3,9289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5482,00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-21538,23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Труба напорная из полиэтилена PE 100 питьевая ПЭ100 SDR13,6, размером 355х26,1 мм (ГОСТ 18599-2001, ГОСТ </w:t>
            </w:r>
            <w:proofErr w:type="gramStart"/>
            <w:r>
              <w:rPr>
                <w:rFonts w:ascii="Arial" w:hAnsi="Arial"/>
                <w:sz w:val="16"/>
              </w:rPr>
              <w:t>Р</w:t>
            </w:r>
            <w:proofErr w:type="gramEnd"/>
            <w:r>
              <w:rPr>
                <w:rFonts w:ascii="Arial" w:hAnsi="Arial"/>
                <w:sz w:val="16"/>
              </w:rPr>
              <w:t xml:space="preserve"> 52134-2003) (5400,92/1,2/8,87*1,102)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369,66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559,17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206702,78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ТЕР22-01-007-04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Укладка водопроводных чугунных напорных труб с заделкой раструбов резиновыми уплотнительными манжетами диаметром 150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221186,45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2800,46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723,41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377,42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0,38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ТЕР22-01-021-03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Укладка трубопроводов из полиэтиленовых труб диаметром 110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0,0012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68447,25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1710,30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3060,52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3,67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225,04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30,28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0,04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507-0595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Трубы напорные из полиэтилена низкого давления среднего типа, наружным диаметром 110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-0,1212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630,00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-76,36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Труба напорная из полиэтилена PE 100 питьевая ПЭ100 SDR13,6, размером 110х8,1 мм (ГОСТ 18599-2001, ГОСТ </w:t>
            </w:r>
            <w:proofErr w:type="gramStart"/>
            <w:r>
              <w:rPr>
                <w:rFonts w:ascii="Arial" w:hAnsi="Arial"/>
                <w:sz w:val="16"/>
              </w:rPr>
              <w:t>Р</w:t>
            </w:r>
            <w:proofErr w:type="gramEnd"/>
            <w:r>
              <w:rPr>
                <w:rFonts w:ascii="Arial" w:hAnsi="Arial"/>
                <w:sz w:val="16"/>
              </w:rPr>
              <w:t xml:space="preserve"> 52134-2003) (522,11/1,2/8,87*1,102)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1,212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54,05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ТЕР22-01-006-03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Укладка водопроводных чугунных напорных раструбных труб при заделке раструбов асбестоцементом диаметром 100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0,0011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145644,64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2786,21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717,65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0,79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371,00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0,41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ТЕР22-05-004-03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Заделка битумом и прядью концов футляра диаметром 600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футляр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390,16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81,58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163,16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5,73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11,46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ТЕР22-03-001-05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фасонных частей стальных сварных диаметром 100-250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фасонных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22603,22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3208,97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13046,09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1141,98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904,13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521,84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45,68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353,80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103,16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14,15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4,13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ТЕР22-03-001-</w:t>
            </w:r>
            <w:r>
              <w:rPr>
                <w:rFonts w:ascii="Arial" w:hAnsi="Arial"/>
                <w:sz w:val="16"/>
              </w:rPr>
              <w:lastRenderedPageBreak/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Установка фасонных частей </w:t>
            </w:r>
            <w:r>
              <w:rPr>
                <w:rFonts w:ascii="Arial" w:hAnsi="Arial"/>
                <w:sz w:val="16"/>
              </w:rPr>
              <w:lastRenderedPageBreak/>
              <w:t>стальных сварных диаметром 300-800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0,993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т </w:t>
            </w:r>
            <w:r>
              <w:rPr>
                <w:rFonts w:ascii="Arial" w:hAnsi="Arial"/>
                <w:sz w:val="16"/>
              </w:rPr>
              <w:lastRenderedPageBreak/>
              <w:t>фасонных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17986,56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1397,69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10523,43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911,51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17860,65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1387,91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10449,77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905,13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154,10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81,24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153,02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80,67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ТЕР22-03-011-03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гидрантов пожарных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1209,26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4,55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3627,78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13,65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1,98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5,94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0,06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ТЕР24-02-007-04прим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седелок крановых полиэтиленовых с закладными нагревателями на газопроводе из полиэтиленовых труб, диаметры соединяемых труб 225х32, 225х63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соединение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55,29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22,02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27,32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136,60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2,60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Седло для труб врезное муфтовое 1" на трубу 355мм (4048/1,2/8,87*1,102)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419,10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838,20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Седло для труб врезное муфтовое 1 1/4" на трубу 355мм (6153/1,2/8,87*1,102)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637,03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1274,06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Седло для труб врезное муфтовое 2" на трубу 355мм (6153/1,2/8,87*1,102)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637,03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Фланцы стальные плоские приварные из стали</w:t>
            </w:r>
            <w:proofErr w:type="gramStart"/>
            <w:r>
              <w:rPr>
                <w:rFonts w:ascii="Arial" w:hAnsi="Arial"/>
                <w:sz w:val="16"/>
              </w:rPr>
              <w:t xml:space="preserve"> ,</w:t>
            </w:r>
            <w:proofErr w:type="gramEnd"/>
            <w:r>
              <w:rPr>
                <w:rFonts w:ascii="Arial" w:hAnsi="Arial"/>
                <w:sz w:val="16"/>
              </w:rPr>
              <w:t xml:space="preserve"> давлением 1,0 МПа (10 кгс/см2), диаметром 300 мм (3185/1,2/8,87*1,102)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329,75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Фланцы стальные плоские приварные из стали ВСт3сп2, ВСт3сп3, давлением 1,0 МПа (10 кгс/см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>), диаметром 150 мм (1167/1,2/8,87*1,102)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120,82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362,46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Фланцы стальные плоские приварные из стали</w:t>
            </w:r>
            <w:proofErr w:type="gramStart"/>
            <w:r>
              <w:rPr>
                <w:rFonts w:ascii="Arial" w:hAnsi="Arial"/>
                <w:sz w:val="16"/>
              </w:rPr>
              <w:t xml:space="preserve"> ,</w:t>
            </w:r>
            <w:proofErr w:type="gramEnd"/>
            <w:r>
              <w:rPr>
                <w:rFonts w:ascii="Arial" w:hAnsi="Arial"/>
                <w:sz w:val="16"/>
              </w:rPr>
              <w:t xml:space="preserve"> давлением 1,0 МПа (10 кгс/см2), диаметром 100 мм (1218/1,2/8,87*1,102)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126,10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Фланцы стальные плоские приварные из стали</w:t>
            </w:r>
            <w:proofErr w:type="gramStart"/>
            <w:r>
              <w:rPr>
                <w:rFonts w:ascii="Arial" w:hAnsi="Arial"/>
                <w:sz w:val="16"/>
              </w:rPr>
              <w:t xml:space="preserve"> ,</w:t>
            </w:r>
            <w:proofErr w:type="gramEnd"/>
            <w:r>
              <w:rPr>
                <w:rFonts w:ascii="Arial" w:hAnsi="Arial"/>
                <w:sz w:val="16"/>
              </w:rPr>
              <w:t xml:space="preserve"> давлением 1,0 МПа (10 кгс/см2), диаметром 50 мм (357/1,2/8,87*1,102)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36,96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Муфта электросварная </w:t>
            </w:r>
            <w:proofErr w:type="spellStart"/>
            <w:r>
              <w:rPr>
                <w:rFonts w:ascii="Arial" w:hAnsi="Arial"/>
                <w:sz w:val="16"/>
              </w:rPr>
              <w:t>d</w:t>
            </w:r>
            <w:proofErr w:type="spellEnd"/>
            <w:r>
              <w:rPr>
                <w:rFonts w:ascii="Arial" w:hAnsi="Arial"/>
                <w:sz w:val="16"/>
              </w:rPr>
              <w:t xml:space="preserve"> 110 мм ПЭ100 SDR17 (603/1,2/8,87*1,102)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62,43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62,43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ТЕР22-03-006-08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задвижек или клапанов обратных чугунных диаметром 300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задвижка (или клапан </w:t>
            </w:r>
            <w:r>
              <w:rPr>
                <w:rFonts w:ascii="Arial" w:hAnsi="Arial"/>
                <w:sz w:val="16"/>
              </w:rPr>
              <w:lastRenderedPageBreak/>
              <w:t>обратный)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2412,36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45,44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155,24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7237,08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465,72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6,05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18,15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2,58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302-1181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 xml:space="preserve">Задвижки параллельные фланцевые с выдвижным шпинделем для воды и пара давлением 1 </w:t>
            </w:r>
            <w:proofErr w:type="spellStart"/>
            <w:r>
              <w:rPr>
                <w:rFonts w:ascii="Arial" w:hAnsi="Arial"/>
                <w:sz w:val="16"/>
              </w:rPr>
              <w:t>Мпа</w:t>
            </w:r>
            <w:proofErr w:type="spellEnd"/>
            <w:r>
              <w:rPr>
                <w:rFonts w:ascii="Arial" w:hAnsi="Arial"/>
                <w:sz w:val="16"/>
              </w:rPr>
              <w:t xml:space="preserve"> (10 кгс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2160,00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-6480,00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Задвижка чугунная с обрезиненным клином ГРАНАР KR 11 Ду300(83860,8/1,2/8,87*1,102)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8682,32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26046,96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ТЕР22-03-006-03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задвижек или клапанов обратных чугунных диаметром 100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задвижка (или клапан обратный)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516,34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2,47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1032,68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4,94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1,70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3,40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302-1177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 xml:space="preserve">Задвижки параллельные фланцевые с выдвижным шпинделем для воды и пара давлением 1 </w:t>
            </w:r>
            <w:proofErr w:type="spellStart"/>
            <w:r>
              <w:rPr>
                <w:rFonts w:ascii="Arial" w:hAnsi="Arial"/>
                <w:sz w:val="16"/>
              </w:rPr>
              <w:t>Мпа</w:t>
            </w:r>
            <w:proofErr w:type="spellEnd"/>
            <w:r>
              <w:rPr>
                <w:rFonts w:ascii="Arial" w:hAnsi="Arial"/>
                <w:sz w:val="16"/>
              </w:rPr>
              <w:t xml:space="preserve"> (10 кгс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477,00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-954,00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Задвижка чугунная с обрезиненным клином ГРАНАР KR 11 Ду100(14541,6/1,2/8,87*1,102)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1505,53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3011,06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ТЕР22-03-006-05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задвижек или клапанов обратных чугунных диаметром 150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задвижка (или клапан обратный)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907,52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20,63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5,75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907,52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5,75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2,78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2,78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302-1179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 xml:space="preserve">Задвижки параллельные фланцевые с выдвижным шпинделем для воды и пара давлением 1 </w:t>
            </w:r>
            <w:proofErr w:type="spellStart"/>
            <w:r>
              <w:rPr>
                <w:rFonts w:ascii="Arial" w:hAnsi="Arial"/>
                <w:sz w:val="16"/>
              </w:rPr>
              <w:t>Мпа</w:t>
            </w:r>
            <w:proofErr w:type="spellEnd"/>
            <w:r>
              <w:rPr>
                <w:rFonts w:ascii="Arial" w:hAnsi="Arial"/>
                <w:sz w:val="16"/>
              </w:rPr>
              <w:t xml:space="preserve"> (10 кгс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849,00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-849,00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Задвижка чугунная с обрезиненным клином ГРАНАР KR 11 Ду150(22731,6/1,2/8,87*1,102)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2353,46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2353,46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ТЕР16-05-001-01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вентилей, задвижек, затворов, клапанов обратных, кранов проходных на трубопроводах из стальных труб диаметром до 25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73,42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3,70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7,40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1,47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507-0980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Фланцы стальные плоские приварные из стали ВСт3сп2, ВСт3сп3, давлением 1,0 МПа (10 кгс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16,80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-67,20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302-1833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Кран шаровой муфтовый 11Б27П1, диаметром 25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41,04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ТЕР16-05-001-02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вентилей, задвижек, затворов, клапанов обратных, кранов проходных на трубопроводах из стальных труб диаметром до 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96,09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4,52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288,27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13,56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1,47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4,41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507-0983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Фланцы стальные плоские приварные из стали ВСт3сп2, ВСт3сп3, давлением 1,0 МПа (10 кгс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28,00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-168,00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302-1834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Кран шаровой муфтовый 11Б27П1, диаметром 32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87,06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174,12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302-1836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Кран шаровой муфтовый 11Б27П1, диаметром 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190,70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ТЕР22-03-002-01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полиэтиленовых фасонных частей отводов, колен, патрубков, переходов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фасонных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358,77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35,62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240,55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322,89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216,50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4,80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4,32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2,35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507-0775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Соединительная арматура трубопроводов, переход диаметром 90х75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-0,9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82,60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-74,34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Отвод сварной ПЭ100 355 SDR 13,6 4-45гр  (4062/1,2/8,87*1,102)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420,55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3784,95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Фланец 355 ру16 в ПП покрытии   (12829/1,2/8,87*1,102)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1328,22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23907,96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Фланец 110 ру16 в ПП покрытии   (1680/1,2/8,87*1,102)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173,93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ВТУЛКА ПОД ФЛАНЕЦ 355 SDR13,6 ПЭ 100  (5377/1,2/8,87*1,102)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556,69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10020,42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ВТУЛКА ПОД ФЛАНЕЦ 110 SDR13,6 ПЭ 100  (501/1,2/8,87*1,102)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51,87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ТЕР22-06-002-09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Промывка без дезинфекции трубопроводов диаметром 350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0,366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1194,83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340,83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437,31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124,74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48,90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17,90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ТЕР22-06-002-05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Промывка без дезинфекции трубопроводов диаметром 150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384,64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226,53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32,50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ТЕР22-06-002-03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Промывка без дезинфекции трубопроводов диаметром 100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0,0022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266,06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197,25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28,30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о   </w:t>
            </w:r>
            <w:proofErr w:type="spellStart"/>
            <w:r>
              <w:rPr>
                <w:rFonts w:ascii="Arial" w:hAnsi="Arial"/>
                <w:sz w:val="16"/>
              </w:rPr>
              <w:t>р</w:t>
            </w:r>
            <w:proofErr w:type="spellEnd"/>
            <w:r>
              <w:rPr>
                <w:rFonts w:ascii="Arial" w:hAnsi="Arial"/>
                <w:sz w:val="16"/>
              </w:rPr>
              <w:t xml:space="preserve"> а </w:t>
            </w:r>
            <w:proofErr w:type="spellStart"/>
            <w:r>
              <w:rPr>
                <w:rFonts w:ascii="Arial" w:hAnsi="Arial"/>
                <w:sz w:val="16"/>
              </w:rPr>
              <w:t>з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</w:t>
            </w:r>
            <w:proofErr w:type="spellEnd"/>
            <w:r>
              <w:rPr>
                <w:rFonts w:ascii="Arial" w:hAnsi="Arial"/>
                <w:sz w:val="16"/>
              </w:rPr>
              <w:t xml:space="preserve">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540769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180417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4778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826,20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434,31</w:t>
            </w: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235373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540 769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(1-001.1-3 Земляные работы, выполняемые: механизированным способом) (92%)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(1-001.2-3 Земляные работы, выполняемые: ручным способом) (89%)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(1-004.0-3 Скважины) (106%)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8 039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(1-018.0-3 Наружные сети водопровода, канализации, теплоснабжения, газопроводы) (117%)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4 385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</w:t>
            </w:r>
            <w:proofErr w:type="gramStart"/>
            <w:r>
              <w:rPr>
                <w:rFonts w:ascii="Arial" w:hAnsi="Arial"/>
                <w:sz w:val="16"/>
              </w:rPr>
              <w:t>Накладные расходы (1-016.0-3 Сантехнические работы: внутренние (трубопроводы, внутренние устройства водопровода, канализации, отопления, газоснабжения, вентиляция и кондиционирование воздуха)) (121%)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12 664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553 433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(1-001.1-3 Земляные работы, выполняемые: механизированным способом) (46%)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(1-001.2-3 Земляные работы, выполняемые: ручным способом) (40%)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(1-004.0-3 Скважины) (45%)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3 413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(1-018.0-3 Наружные сети водопровода, канализации, теплоснабжения, газопроводы) (74%)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2 773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</w:t>
            </w:r>
            <w:proofErr w:type="gramStart"/>
            <w:r>
              <w:rPr>
                <w:rFonts w:ascii="Arial" w:hAnsi="Arial"/>
                <w:sz w:val="16"/>
              </w:rPr>
              <w:t>Сметная прибыль (1-016.0-3 Сантехнические работы: внутренние (трубопроводы, внутренние устройства водопровода, канализации, отопления, газоснабжения, вентиляция и кондиционирование воздуха)) (72%)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6 310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559 743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83022F">
              <w:rPr>
                <w:rFonts w:ascii="Arial" w:hAnsi="Arial"/>
                <w:b/>
                <w:color w:val="000000"/>
                <w:sz w:val="18"/>
              </w:rPr>
              <w:t xml:space="preserve">        Р3. Колодцы</w:t>
            </w: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Колодцы</w:t>
            </w:r>
            <w:proofErr w:type="gramStart"/>
            <w:r>
              <w:rPr>
                <w:rFonts w:ascii="Arial" w:hAnsi="Arial"/>
                <w:b/>
                <w:sz w:val="16"/>
              </w:rPr>
              <w:t xml:space="preserve"> Д</w:t>
            </w:r>
            <w:proofErr w:type="gramEnd"/>
            <w:r>
              <w:rPr>
                <w:rFonts w:ascii="Arial" w:hAnsi="Arial"/>
                <w:b/>
                <w:sz w:val="16"/>
              </w:rPr>
              <w:t>=1500 (7шт)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ТЕР22-04-001-01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круглых колодцев из сборного железобетона в грунтах сухих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1,695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м3 железобетонных и бетонных конструкций колодца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24153,36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760,05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2794,05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228,89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40939,95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1288,28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4735,91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387,97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106,30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20,77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180,18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35,21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Кольца для колодцев сборные железобетонные диаметром 1500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-16,272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806,00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-13115,23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403-0118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Кольца для колодцев сборные железобетонные диаметром 700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-9,831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376,00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-3696,46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403-3120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железобетонные покрытий, перекрытий и днищ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-6,69525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1460,00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-9775,06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403-8242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Плита днища ПН15 /бетон В15 (М200), </w:t>
            </w:r>
            <w:r>
              <w:rPr>
                <w:rFonts w:ascii="Arial" w:hAnsi="Arial"/>
                <w:sz w:val="16"/>
              </w:rPr>
              <w:lastRenderedPageBreak/>
              <w:t xml:space="preserve">объем 0,38 м3, расход </w:t>
            </w:r>
            <w:proofErr w:type="spellStart"/>
            <w:r>
              <w:rPr>
                <w:rFonts w:ascii="Arial" w:hAnsi="Arial"/>
                <w:sz w:val="16"/>
              </w:rPr>
              <w:t>ар-ры</w:t>
            </w:r>
            <w:proofErr w:type="spellEnd"/>
            <w:r>
              <w:rPr>
                <w:rFonts w:ascii="Arial" w:hAnsi="Arial"/>
                <w:sz w:val="16"/>
              </w:rPr>
              <w:t xml:space="preserve"> 33,13 кг 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462,83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3239,81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403-8231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Плита перекрытия 1ПП15-1 /бетон В15 (М200), объем 0,27 м3, расход </w:t>
            </w:r>
            <w:proofErr w:type="spellStart"/>
            <w:r>
              <w:rPr>
                <w:rFonts w:ascii="Arial" w:hAnsi="Arial"/>
                <w:sz w:val="16"/>
              </w:rPr>
              <w:t>ар-ры</w:t>
            </w:r>
            <w:proofErr w:type="spellEnd"/>
            <w:r>
              <w:rPr>
                <w:rFonts w:ascii="Arial" w:hAnsi="Arial"/>
                <w:sz w:val="16"/>
              </w:rPr>
              <w:t xml:space="preserve"> 30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535,00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403-8275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КС15.9 /бетон В15 (М200), объем 0,40 м3, расход арматуры 7,02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521,00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7294,00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403-8269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.9 /бетон В15 (М200), объем 0,15 м3, расход арматуры 4,80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234,87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403-8268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.3 /бетон В15 (М200), объем 0,05 м3, расход арматуры 1,64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78,56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403-8245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дорожные ПД</w:t>
            </w:r>
            <w:proofErr w:type="gramStart"/>
            <w:r>
              <w:rPr>
                <w:rFonts w:ascii="Arial" w:hAnsi="Arial"/>
                <w:sz w:val="16"/>
              </w:rPr>
              <w:t>6</w:t>
            </w:r>
            <w:proofErr w:type="gramEnd"/>
            <w:r>
              <w:rPr>
                <w:rFonts w:ascii="Arial" w:hAnsi="Arial"/>
                <w:sz w:val="16"/>
              </w:rPr>
              <w:t xml:space="preserve"> /бетон В20 (М250), объем 0,85 м3, расход арматуры 99,30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1235,84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8650,88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201-0726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Лестницы приставные и прислоненные с ограждениями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0,1365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10072,00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1374,83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Чугунный люк магистральный тип ТМ (D400) (11541,2/8,87*1,102)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1194,77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8363,39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ТЕР08-02-001-09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Кладка кирпичная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0,32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м3 кладки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525,01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30,30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9,70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7,08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2,27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0,12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ТЕР08-01-003-07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0,87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изолируемой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1138,94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164,94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75,52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990,88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65,70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21,20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18,44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Колодцы</w:t>
            </w:r>
            <w:proofErr w:type="gramStart"/>
            <w:r>
              <w:rPr>
                <w:rFonts w:ascii="Arial" w:hAnsi="Arial"/>
                <w:b/>
                <w:sz w:val="16"/>
              </w:rPr>
              <w:t xml:space="preserve"> Д</w:t>
            </w:r>
            <w:proofErr w:type="gramEnd"/>
            <w:r>
              <w:rPr>
                <w:rFonts w:ascii="Arial" w:hAnsi="Arial"/>
                <w:b/>
                <w:sz w:val="16"/>
              </w:rPr>
              <w:t>=2000 (3шт)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ТЕР22-04-001-01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круглых колодцев из сборного железобетона в грунтах сухих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0,777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м3 железобетонных и бетонных конструкций колодца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24153,36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760,05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2794,05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228,89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18767,16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590,56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2170,98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177,85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106,30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20,77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82,60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16,14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Кольца для колодцев сборные </w:t>
            </w:r>
            <w:r>
              <w:rPr>
                <w:rFonts w:ascii="Arial" w:hAnsi="Arial"/>
                <w:sz w:val="16"/>
              </w:rPr>
              <w:lastRenderedPageBreak/>
              <w:t>железобетонные диаметром 1500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-7,4592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806,00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-6012,12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403-0118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Кольца для колодцев сборные железобетонные диаметром 700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-4,5066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376,00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-1694,48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403-3120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железобетонные покрытий, перекрытий и днищ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-3,06915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1460,00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-4480,96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403-8243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Плита днища ПН20 /бетон В15 (М200), объем 0,59 м3, расход </w:t>
            </w:r>
            <w:proofErr w:type="spellStart"/>
            <w:r>
              <w:rPr>
                <w:rFonts w:ascii="Arial" w:hAnsi="Arial"/>
                <w:sz w:val="16"/>
              </w:rPr>
              <w:t>ар-ры</w:t>
            </w:r>
            <w:proofErr w:type="spellEnd"/>
            <w:r>
              <w:rPr>
                <w:rFonts w:ascii="Arial" w:hAnsi="Arial"/>
                <w:sz w:val="16"/>
              </w:rPr>
              <w:t xml:space="preserve"> 79,44 кг 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908,44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2725,32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403-8237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Плита перекрытия 1ПП20-1 /бетон В15 (М200), объем 0,55 м3, расход </w:t>
            </w:r>
            <w:proofErr w:type="spellStart"/>
            <w:r>
              <w:rPr>
                <w:rFonts w:ascii="Arial" w:hAnsi="Arial"/>
                <w:sz w:val="16"/>
              </w:rPr>
              <w:t>ар-ры</w:t>
            </w:r>
            <w:proofErr w:type="spellEnd"/>
            <w:r>
              <w:rPr>
                <w:rFonts w:ascii="Arial" w:hAnsi="Arial"/>
                <w:sz w:val="16"/>
              </w:rPr>
              <w:t xml:space="preserve"> 49,65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681,39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2044,17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403-8278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КС20.9 /бетон В15 (М200), объем 0,59 м3, расход арматуры 19,88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953,00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2859,00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403-8268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.3 /бетон В15 (М200), объем 0,05 м3, расход арматуры 1,64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78,56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235,68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403-8245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дорожные ПД</w:t>
            </w:r>
            <w:proofErr w:type="gramStart"/>
            <w:r>
              <w:rPr>
                <w:rFonts w:ascii="Arial" w:hAnsi="Arial"/>
                <w:sz w:val="16"/>
              </w:rPr>
              <w:t>6</w:t>
            </w:r>
            <w:proofErr w:type="gramEnd"/>
            <w:r>
              <w:rPr>
                <w:rFonts w:ascii="Arial" w:hAnsi="Arial"/>
                <w:sz w:val="16"/>
              </w:rPr>
              <w:t xml:space="preserve"> /бетон В20 (М250), объем 0,85 м3, расход арматуры 99,30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1235,84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3707,52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201-0726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Лестницы приставные и прислоненные с ограждениями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0,0585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10072,00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589,21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Чугунный люк магистральный тип ТМ (D400) (11541,2/8,87*1,102)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1194,77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3584,31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ТЕР08-02-001-09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Кладка кирпичная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м3 кладки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525,01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30,30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5,45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7,08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1,27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0,06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ТЕР08-01-003-07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0,44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изолируемой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1138,94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164,94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75,52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501,13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33,23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21,20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9,33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о   </w:t>
            </w:r>
            <w:proofErr w:type="spellStart"/>
            <w:r>
              <w:rPr>
                <w:rFonts w:ascii="Arial" w:hAnsi="Arial"/>
                <w:sz w:val="16"/>
              </w:rPr>
              <w:t>р</w:t>
            </w:r>
            <w:proofErr w:type="spellEnd"/>
            <w:r>
              <w:rPr>
                <w:rFonts w:ascii="Arial" w:hAnsi="Arial"/>
                <w:sz w:val="16"/>
              </w:rPr>
              <w:t xml:space="preserve"> а </w:t>
            </w:r>
            <w:proofErr w:type="spellStart"/>
            <w:r>
              <w:rPr>
                <w:rFonts w:ascii="Arial" w:hAnsi="Arial"/>
                <w:sz w:val="16"/>
              </w:rPr>
              <w:t>з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</w:t>
            </w:r>
            <w:proofErr w:type="spellEnd"/>
            <w:r>
              <w:rPr>
                <w:rFonts w:ascii="Arial" w:hAnsi="Arial"/>
                <w:sz w:val="16"/>
              </w:rPr>
              <w:t xml:space="preserve">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72435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7021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294,09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51,52</w:t>
            </w: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10973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72 434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(1-018.0-3 Наружные сети </w:t>
            </w:r>
            <w:r>
              <w:rPr>
                <w:rFonts w:ascii="Arial" w:hAnsi="Arial"/>
                <w:sz w:val="16"/>
              </w:rPr>
              <w:lastRenderedPageBreak/>
              <w:t>водопровода, канализации, теплоснабжения, газопроводы) (117%)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2 860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        Накладные расходы (1-008.0-3 Конструкции из кирпича и блоков) (110%)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3 127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75 561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(1-018.0-3 Наружные сети водопровода, канализации, теплоснабжения, газопроводы) (74%)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1 809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(1-008.0-3 Конструкции из кирпича и блоков) (69%)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1 976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77 537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83022F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83022F">
              <w:rPr>
                <w:rFonts w:ascii="Arial" w:hAnsi="Arial"/>
                <w:b/>
                <w:color w:val="000000"/>
                <w:sz w:val="18"/>
              </w:rPr>
              <w:t>4</w:t>
            </w:r>
            <w:proofErr w:type="gramEnd"/>
            <w:r w:rsidRPr="0083022F">
              <w:rPr>
                <w:rFonts w:ascii="Arial" w:hAnsi="Arial"/>
                <w:b/>
                <w:color w:val="000000"/>
                <w:sz w:val="18"/>
              </w:rPr>
              <w:t>. Камера ВК</w:t>
            </w:r>
            <w:proofErr w:type="gramStart"/>
            <w:r w:rsidRPr="0083022F">
              <w:rPr>
                <w:rFonts w:ascii="Arial" w:hAnsi="Arial"/>
                <w:b/>
                <w:color w:val="000000"/>
                <w:sz w:val="18"/>
              </w:rPr>
              <w:t>1</w:t>
            </w:r>
            <w:proofErr w:type="gramEnd"/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ТЕР01-01-006-02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в котлованах объемом до 500 м3 экскаваторами с ковшом вместимостью 0,4 (0,35-0,45) м3, группа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0,0258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2105,72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2105,72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54,33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43,66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1,13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ТЕР01-01-014-02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с погрузкой на автомобили-самосвалы экскаваторами с ковшом вместимостью 0,4 (0,35-0,45) м3, группа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0,0366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3127,45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132,45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2986,24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644,14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114,46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109,30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20,76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60,20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0,76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2,20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ТЕР01-02-057-02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Разработка грунта вручную в траншеях глубиной до 2 м без креплений с откосами, группа грунтов 2 </w:t>
            </w:r>
          </w:p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[Прил. 1.12 п.п.3.187.</w:t>
            </w:r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Дораб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вручн.</w:t>
            </w:r>
            <w:proofErr w:type="gramStart"/>
            <w:r>
              <w:rPr>
                <w:rFonts w:ascii="Arial" w:hAnsi="Arial"/>
                <w:sz w:val="16"/>
              </w:rPr>
              <w:t>,з</w:t>
            </w:r>
            <w:proofErr w:type="gramEnd"/>
            <w:r>
              <w:rPr>
                <w:rFonts w:ascii="Arial" w:hAnsi="Arial"/>
                <w:sz w:val="16"/>
              </w:rPr>
              <w:t>ачистка</w:t>
            </w:r>
            <w:proofErr w:type="spellEnd"/>
            <w:r>
              <w:rPr>
                <w:rFonts w:ascii="Arial" w:hAnsi="Arial"/>
                <w:sz w:val="16"/>
              </w:rPr>
              <w:t xml:space="preserve"> дна и стенок с выкидкой грунта в </w:t>
            </w:r>
            <w:proofErr w:type="spellStart"/>
            <w:r>
              <w:rPr>
                <w:rFonts w:ascii="Arial" w:hAnsi="Arial"/>
                <w:sz w:val="16"/>
              </w:rPr>
              <w:t>котл</w:t>
            </w:r>
            <w:proofErr w:type="spellEnd"/>
            <w:r>
              <w:rPr>
                <w:rFonts w:ascii="Arial" w:hAnsi="Arial"/>
                <w:sz w:val="16"/>
              </w:rPr>
              <w:t>. и траншеях,: (Кз=1,2; Ктр=1,2)]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1179,02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1179,02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184,80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ТЕР01-01-033-02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траншей и котлованов с перемещением грунта до 5 м бульдозерами мощностью 59 кВт (80 л.</w:t>
            </w:r>
            <w:proofErr w:type="gramStart"/>
            <w:r>
              <w:rPr>
                <w:rFonts w:ascii="Arial" w:hAnsi="Arial"/>
                <w:sz w:val="16"/>
              </w:rPr>
              <w:t>с</w:t>
            </w:r>
            <w:proofErr w:type="gramEnd"/>
            <w:r>
              <w:rPr>
                <w:rFonts w:ascii="Arial" w:hAnsi="Arial"/>
                <w:sz w:val="16"/>
              </w:rPr>
              <w:t xml:space="preserve">.), </w:t>
            </w:r>
            <w:proofErr w:type="gramStart"/>
            <w:r>
              <w:rPr>
                <w:rFonts w:ascii="Arial" w:hAnsi="Arial"/>
                <w:sz w:val="16"/>
              </w:rPr>
              <w:t>группа</w:t>
            </w:r>
            <w:proofErr w:type="gramEnd"/>
            <w:r>
              <w:rPr>
                <w:rFonts w:ascii="Arial" w:hAnsi="Arial"/>
                <w:sz w:val="16"/>
              </w:rPr>
              <w:t xml:space="preserve">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0,0274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13,13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0,24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ТЕР01-02-005-01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Уплотнение грунта пневматическими трамбовками, группа грунтов 1-2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0,274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уплотненного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349,30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87,33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261,97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95,71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71,78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12,53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3,43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0,83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ТЕРпг03-21-01-015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62,2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761,33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ТЕР01-01-016-01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Работа на отвале, группа грунтов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0,0366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262,77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239,31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8,76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0,12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ТЕР06-01-001-01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бетонной подготовки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0,0105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бетона, бутобетона и железобетона в деле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54923,29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1148,40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1550,40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576,69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16,28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18,00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1,89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0,19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401-0061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крупность заполнителя 20 мм, класс В3,5 (М50)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-1,071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487,00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-521,58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401-0063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крупность заполнителя 20 мм, класс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1,071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483,00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ТЕР07-06-002-01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камер со стенками из бетонных блоков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0,1391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бетонных и железобетонных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114165,99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6956,06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8852,39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863,02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15880,49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967,59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1231,37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926,24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77,96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128,84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10,84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101-2535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Люки чугунные легкие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-1,9474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375,00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-730,28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204-0100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Горячекатаная арматурная сталь класса А-I, </w:t>
            </w:r>
            <w:proofErr w:type="gramStart"/>
            <w:r>
              <w:rPr>
                <w:rFonts w:ascii="Arial" w:hAnsi="Arial"/>
                <w:sz w:val="16"/>
              </w:rPr>
              <w:t>А</w:t>
            </w:r>
            <w:proofErr w:type="gramEnd"/>
            <w:r>
              <w:rPr>
                <w:rFonts w:ascii="Arial" w:hAnsi="Arial"/>
                <w:sz w:val="16"/>
              </w:rPr>
              <w:t>-II, А-III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-1,32145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5650,00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-7466,19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401-0088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крупность заполнителя 10 мм, класс В22,5 (М300)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-7,20538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692,00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-4986,12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403-8012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Блоки бетонные стен подвалов сплошные (ГОСТ13579-78) ФБС24-4-6-Т /бетон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(М100), объем 0,543 м3, расход арматуры 1,46 кг/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416,00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1664,00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403-8008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Блоки бетонные стен подвалов сплошные (ГОСТ13579-78) ФБС12-4-6-Т /бетон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(М100), объем 0,265 м3, расход арматуры 1,46 кг/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205,00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403-8002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Блоки бетонные стен подвалов сплошные (ГОСТ13579-78) ФБС9-4-6-Т /бетон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(М100), объем 0,195 м3, расход арматуры 0,76 кг/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152,00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403-0867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Плиты перекрытия </w:t>
            </w:r>
            <w:proofErr w:type="spellStart"/>
            <w:r>
              <w:rPr>
                <w:rFonts w:ascii="Arial" w:hAnsi="Arial"/>
                <w:sz w:val="16"/>
              </w:rPr>
              <w:t>безбалочные</w:t>
            </w:r>
            <w:proofErr w:type="spellEnd"/>
            <w:r>
              <w:rPr>
                <w:rFonts w:ascii="Arial" w:hAnsi="Arial"/>
                <w:sz w:val="16"/>
              </w:rPr>
              <w:t xml:space="preserve"> с отверстиями и без отверстий из бетона</w:t>
            </w:r>
            <w:proofErr w:type="gramStart"/>
            <w:r>
              <w:rPr>
                <w:rFonts w:ascii="Arial" w:hAnsi="Arial"/>
                <w:sz w:val="16"/>
              </w:rPr>
              <w:t xml:space="preserve"> В</w:t>
            </w:r>
            <w:proofErr w:type="gramEnd"/>
            <w:r>
              <w:rPr>
                <w:rFonts w:ascii="Arial" w:hAnsi="Arial"/>
                <w:sz w:val="16"/>
              </w:rPr>
              <w:t xml:space="preserve"> 22,5 (М300), размером до 9 м2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1,616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2001,98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3235,20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403-8245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дорожные ПД</w:t>
            </w:r>
            <w:proofErr w:type="gramStart"/>
            <w:r>
              <w:rPr>
                <w:rFonts w:ascii="Arial" w:hAnsi="Arial"/>
                <w:sz w:val="16"/>
              </w:rPr>
              <w:t>6</w:t>
            </w:r>
            <w:proofErr w:type="gramEnd"/>
            <w:r>
              <w:rPr>
                <w:rFonts w:ascii="Arial" w:hAnsi="Arial"/>
                <w:sz w:val="16"/>
              </w:rPr>
              <w:t xml:space="preserve"> /бетон В20 (М250), объем 0,85 м3, расход арматуры 99,30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1235,84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1235,84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Чугунный люк магистральный тип ТМ (D400) (11541,2/8,87*1,102)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1194,77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1194,77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класс В20 (М250)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1,85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573,00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1060,05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класс В12,5 (М150)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510,00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204-0022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Горячекатаная арматурная сталь периодического профиля класса </w:t>
            </w:r>
            <w:proofErr w:type="gramStart"/>
            <w:r>
              <w:rPr>
                <w:rFonts w:ascii="Arial" w:hAnsi="Arial"/>
                <w:sz w:val="16"/>
              </w:rPr>
              <w:t>А</w:t>
            </w:r>
            <w:proofErr w:type="gramEnd"/>
            <w:r>
              <w:rPr>
                <w:rFonts w:ascii="Arial" w:hAnsi="Arial"/>
                <w:sz w:val="16"/>
              </w:rPr>
              <w:t>-III, диаметром 12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0,23814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6965,00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1658,65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Горячекатаная арматурная сталь гладкая класса А-</w:t>
            </w:r>
            <w:proofErr w:type="gramStart"/>
            <w:r>
              <w:rPr>
                <w:rFonts w:ascii="Arial" w:hAnsi="Arial"/>
                <w:sz w:val="16"/>
              </w:rPr>
              <w:t>I</w:t>
            </w:r>
            <w:proofErr w:type="gramEnd"/>
            <w:r>
              <w:rPr>
                <w:rFonts w:ascii="Arial" w:hAnsi="Arial"/>
                <w:sz w:val="16"/>
              </w:rPr>
              <w:t>, диаметром 10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0,01575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6726,00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ТЕР06-01-015-09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закладных деталей весом более 20 кг (гильзы)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0,10656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6994,69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161,76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32,93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745,35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3,51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21,80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2,32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204-0064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Детали закладные и </w:t>
            </w:r>
            <w:proofErr w:type="gramStart"/>
            <w:r>
              <w:rPr>
                <w:rFonts w:ascii="Arial" w:hAnsi="Arial"/>
                <w:sz w:val="16"/>
              </w:rPr>
              <w:t>накладные</w:t>
            </w:r>
            <w:proofErr w:type="gramEnd"/>
            <w:r>
              <w:rPr>
                <w:rFonts w:ascii="Arial" w:hAnsi="Arial"/>
                <w:sz w:val="16"/>
              </w:rPr>
              <w:t xml:space="preserve"> изготовленные с применением сварки, гнутья, сверления (пробивки) отверстий (при наличии одной из этих операций или всего перечня в любых сочетаниях) поставляемые отдельно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-0,10656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6800,00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-724,61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103-0208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Трубы стальные электросварные </w:t>
            </w:r>
            <w:proofErr w:type="spellStart"/>
            <w:r>
              <w:rPr>
                <w:rFonts w:ascii="Arial" w:hAnsi="Arial"/>
                <w:sz w:val="16"/>
              </w:rPr>
              <w:t>прямошовные</w:t>
            </w:r>
            <w:proofErr w:type="spellEnd"/>
            <w:r>
              <w:rPr>
                <w:rFonts w:ascii="Arial" w:hAnsi="Arial"/>
                <w:sz w:val="16"/>
              </w:rPr>
              <w:t xml:space="preserve"> со снятой фаской из стали марок БСт2кп-БСт4кп и БСт2пс-БСт4пс наружный диаметр 377 мм, толщина стенки 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1,56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356,00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555,36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103-0216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Трубы стальные электросварные </w:t>
            </w:r>
            <w:proofErr w:type="spellStart"/>
            <w:r>
              <w:rPr>
                <w:rFonts w:ascii="Arial" w:hAnsi="Arial"/>
                <w:sz w:val="16"/>
              </w:rPr>
              <w:t>прямошовные</w:t>
            </w:r>
            <w:proofErr w:type="spellEnd"/>
            <w:r>
              <w:rPr>
                <w:rFonts w:ascii="Arial" w:hAnsi="Arial"/>
                <w:sz w:val="16"/>
              </w:rPr>
              <w:t xml:space="preserve"> и спирально-шовные группы</w:t>
            </w:r>
            <w:proofErr w:type="gramStart"/>
            <w:r>
              <w:rPr>
                <w:rFonts w:ascii="Arial" w:hAnsi="Arial"/>
                <w:sz w:val="16"/>
              </w:rPr>
              <w:t xml:space="preserve"> А</w:t>
            </w:r>
            <w:proofErr w:type="gramEnd"/>
            <w:r>
              <w:rPr>
                <w:rFonts w:ascii="Arial" w:hAnsi="Arial"/>
                <w:sz w:val="16"/>
              </w:rPr>
              <w:t xml:space="preserve"> и Б с сопротивлением по разрыву 38 кгс/мм2, наружный диаметр 426 мм, толщина стенки 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0,52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490,00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101-4676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Сталь полосовая 30х6 мм, марка Ст3сп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7190,06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ТЕР09-03-029-01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Монтаж лестниц прямолинейных и криволинейных, пожарных с ограждением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0,03834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1001,41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248,93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663,05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25,42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32,37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0,22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201-0726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Лестницы приставные и прислоненные с ограждениями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0,03834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10072,00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509-4614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Анкер химический (капсула с клеевым составом) </w:t>
            </w:r>
            <w:proofErr w:type="spellStart"/>
            <w:r>
              <w:rPr>
                <w:rFonts w:ascii="Arial" w:hAnsi="Arial"/>
                <w:sz w:val="16"/>
              </w:rPr>
              <w:t>Hilti</w:t>
            </w:r>
            <w:proofErr w:type="spellEnd"/>
            <w:r>
              <w:rPr>
                <w:rFonts w:ascii="Arial" w:hAnsi="Arial"/>
                <w:sz w:val="16"/>
              </w:rPr>
              <w:t xml:space="preserve"> HVU М24/210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103,42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1241,04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509-4617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Шпилька анкерная </w:t>
            </w:r>
            <w:proofErr w:type="spellStart"/>
            <w:r>
              <w:rPr>
                <w:rFonts w:ascii="Arial" w:hAnsi="Arial"/>
                <w:sz w:val="16"/>
              </w:rPr>
              <w:t>Hilti</w:t>
            </w:r>
            <w:proofErr w:type="spellEnd"/>
            <w:r>
              <w:rPr>
                <w:rFonts w:ascii="Arial" w:hAnsi="Arial"/>
                <w:sz w:val="16"/>
              </w:rPr>
              <w:t xml:space="preserve"> HIT-V-5,8 М24х450 (HAS) для использования с химическими анкерами HIT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150,53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1806,36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ТЕР13-03-002-04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Огрунтовка</w:t>
            </w:r>
            <w:proofErr w:type="spellEnd"/>
            <w:r>
              <w:rPr>
                <w:rFonts w:ascii="Arial" w:hAnsi="Arial"/>
                <w:sz w:val="16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0,0161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330,11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46,25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9,38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5,31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ТЕР13-03-004-26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Окраска металлических </w:t>
            </w:r>
            <w:proofErr w:type="spellStart"/>
            <w:r>
              <w:rPr>
                <w:rFonts w:ascii="Arial" w:hAnsi="Arial"/>
                <w:sz w:val="16"/>
              </w:rPr>
              <w:t>огрунтованных</w:t>
            </w:r>
            <w:proofErr w:type="spellEnd"/>
            <w:r>
              <w:rPr>
                <w:rFonts w:ascii="Arial" w:hAnsi="Arial"/>
                <w:sz w:val="16"/>
              </w:rPr>
              <w:t xml:space="preserve"> поверхностей эмалью ПФ-115 (за 2раза) </w:t>
            </w:r>
          </w:p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[к=2:</w:t>
            </w:r>
            <w:proofErr w:type="gramEnd"/>
            <w:r>
              <w:rPr>
                <w:rFonts w:ascii="Arial" w:hAnsi="Arial"/>
                <w:sz w:val="16"/>
              </w:rPr>
              <w:t xml:space="preserve"> (</w:t>
            </w:r>
            <w:proofErr w:type="gramStart"/>
            <w:r>
              <w:rPr>
                <w:rFonts w:ascii="Arial" w:hAnsi="Arial"/>
                <w:sz w:val="16"/>
              </w:rPr>
              <w:t>Кз</w:t>
            </w:r>
            <w:proofErr w:type="gramEnd"/>
            <w:r>
              <w:rPr>
                <w:rFonts w:ascii="Arial" w:hAnsi="Arial"/>
                <w:sz w:val="16"/>
              </w:rPr>
              <w:t>=2; Кзм=2; Кэм=2; Км=2; Ком=2; Коб=0; Ктр=2)]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0,0161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1550,84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56,84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12,34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7,66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о   </w:t>
            </w:r>
            <w:proofErr w:type="spellStart"/>
            <w:r>
              <w:rPr>
                <w:rFonts w:ascii="Arial" w:hAnsi="Arial"/>
                <w:sz w:val="16"/>
              </w:rPr>
              <w:t>р</w:t>
            </w:r>
            <w:proofErr w:type="spellEnd"/>
            <w:r>
              <w:rPr>
                <w:rFonts w:ascii="Arial" w:hAnsi="Arial"/>
                <w:sz w:val="16"/>
              </w:rPr>
              <w:t xml:space="preserve"> а </w:t>
            </w:r>
            <w:proofErr w:type="spellStart"/>
            <w:r>
              <w:rPr>
                <w:rFonts w:ascii="Arial" w:hAnsi="Arial"/>
                <w:sz w:val="16"/>
              </w:rPr>
              <w:t>з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</w:t>
            </w:r>
            <w:proofErr w:type="spellEnd"/>
            <w:r>
              <w:rPr>
                <w:rFonts w:ascii="Arial" w:hAnsi="Arial"/>
                <w:sz w:val="16"/>
              </w:rPr>
              <w:t xml:space="preserve">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24067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2296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141,76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15,79</w:t>
            </w: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24 067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(1-001.1-3 Земляные работы, выполняемые: механизированным способом) (92%)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(1-001.2-3 Земляные работы, выполняемые: ручным способом) (89%)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(1-006.0-3 Бетонные и железобетонные монолитные конструкции и работы в строительстве (за исключением пунктов 6.1, 6.2)) (102%)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(1-007.0-3 Бетонные и железобетонные сборные конструкции и работы в строительстве (за исключением пунктов 7.1 и 7.2)) (110%)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1 196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(1-009.0-3 Строительные металлические конструкции (за исключением пункта 9.1)) (93%)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(1-013.0-3 Защита строительных конструкций и оборудования от коррозии) (94%)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1 328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25 395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(1-001.1-3 Земляные работы, выполняемые: механизированным способом) (46%)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(1-001.2-3 Земляные работы, выполняемые: ручным способом) (40%)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(1-006.0-3 Бетонные и железобетонные монолитные конструкции и работы в строительстве (за исключением пунктов 6.1, 6.2)) (58%)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(1-007.0-3 Бетонные и железобетонные сборные конструкции и работы в строительстве (за исключением пунктов 7.1 и 7.2)) (73%)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(1-009.0-3 Строительные металлические конструкции (за исключением пункта 9.1)) (62%)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(1-013.0-3 Защита строительных конструкций и оборудования от коррозии) (51%)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26 258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83022F">
              <w:rPr>
                <w:rFonts w:ascii="Arial" w:hAnsi="Arial"/>
                <w:b/>
                <w:color w:val="000000"/>
                <w:sz w:val="18"/>
              </w:rPr>
              <w:lastRenderedPageBreak/>
              <w:t xml:space="preserve">        Р5. Камера ВК</w:t>
            </w:r>
            <w:proofErr w:type="gramStart"/>
            <w:r w:rsidRPr="0083022F">
              <w:rPr>
                <w:rFonts w:ascii="Arial" w:hAnsi="Arial"/>
                <w:b/>
                <w:color w:val="000000"/>
                <w:sz w:val="18"/>
              </w:rPr>
              <w:t>6</w:t>
            </w:r>
            <w:proofErr w:type="gramEnd"/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ТЕР01-01-006-02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в котлованах объемом до 500 м3 экскаваторами с ковшом вместимостью 0,4 (0,35-0,45) м3, группа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0,0258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2105,72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2105,72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54,33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43,66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1,13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ТЕР01-01-014-02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с погрузкой на автомобили-самосвалы экскаваторами с ковшом вместимостью 0,4 (0,35-0,45) м3, группа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0,0366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3127,45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132,45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2986,24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644,14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114,46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109,30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20,76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60,20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0,76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2,20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ТЕР01-02-057-02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Разработка грунта вручную в траншеях глубиной до 2 м без креплений с откосами, группа грунтов 2 </w:t>
            </w:r>
          </w:p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[Прил. 1.12 п.п.3.187.</w:t>
            </w:r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Дораб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вручн.</w:t>
            </w:r>
            <w:proofErr w:type="gramStart"/>
            <w:r>
              <w:rPr>
                <w:rFonts w:ascii="Arial" w:hAnsi="Arial"/>
                <w:sz w:val="16"/>
              </w:rPr>
              <w:t>,з</w:t>
            </w:r>
            <w:proofErr w:type="gramEnd"/>
            <w:r>
              <w:rPr>
                <w:rFonts w:ascii="Arial" w:hAnsi="Arial"/>
                <w:sz w:val="16"/>
              </w:rPr>
              <w:t>ачистка</w:t>
            </w:r>
            <w:proofErr w:type="spellEnd"/>
            <w:r>
              <w:rPr>
                <w:rFonts w:ascii="Arial" w:hAnsi="Arial"/>
                <w:sz w:val="16"/>
              </w:rPr>
              <w:t xml:space="preserve"> дна и стенок с выкидкой грунта в </w:t>
            </w:r>
            <w:proofErr w:type="spellStart"/>
            <w:r>
              <w:rPr>
                <w:rFonts w:ascii="Arial" w:hAnsi="Arial"/>
                <w:sz w:val="16"/>
              </w:rPr>
              <w:t>котл</w:t>
            </w:r>
            <w:proofErr w:type="spellEnd"/>
            <w:r>
              <w:rPr>
                <w:rFonts w:ascii="Arial" w:hAnsi="Arial"/>
                <w:sz w:val="16"/>
              </w:rPr>
              <w:t>. и траншеях,: (Кз=1,2; Ктр=1,2)]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1179,02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1179,02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184,80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ТЕР01-01-033-02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траншей и котлованов с перемещением грунта до 5 м бульдозерами мощностью 59 кВт (80 л.</w:t>
            </w:r>
            <w:proofErr w:type="gramStart"/>
            <w:r>
              <w:rPr>
                <w:rFonts w:ascii="Arial" w:hAnsi="Arial"/>
                <w:sz w:val="16"/>
              </w:rPr>
              <w:t>с</w:t>
            </w:r>
            <w:proofErr w:type="gramEnd"/>
            <w:r>
              <w:rPr>
                <w:rFonts w:ascii="Arial" w:hAnsi="Arial"/>
                <w:sz w:val="16"/>
              </w:rPr>
              <w:t xml:space="preserve">.), </w:t>
            </w:r>
            <w:proofErr w:type="gramStart"/>
            <w:r>
              <w:rPr>
                <w:rFonts w:ascii="Arial" w:hAnsi="Arial"/>
                <w:sz w:val="16"/>
              </w:rPr>
              <w:t>группа</w:t>
            </w:r>
            <w:proofErr w:type="gramEnd"/>
            <w:r>
              <w:rPr>
                <w:rFonts w:ascii="Arial" w:hAnsi="Arial"/>
                <w:sz w:val="16"/>
              </w:rPr>
              <w:t xml:space="preserve">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0,0274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13,13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0,24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ТЕР01-02-005-01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Уплотнение грунта пневматическими трамбовками, группа грунтов 1-2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0,274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уплотненного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349,30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87,33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261,97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95,71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71,78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12,53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3,43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0,83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ТЕРпг03-21-01-015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62,2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761,33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ТЕР01-01-016-01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Работа на отвале, группа грунтов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0,0366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262,77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239,31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8,76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0,12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ТЕР06-01-001-01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бетонной подготовки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0,0123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бетона, бутобетона и железобетона в деле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54923,29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1148,40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1550,40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675,56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19,07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18,00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2,21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0,22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401-0061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крупность заполнителя 20 мм, класс В3,5 (М50)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-1,2546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487,00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-610,99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401-0063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крупность заполнителя 20 мм, класс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1,2546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483,00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605,97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ТЕР07-06-002-01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камер со стенками из бетонных блоков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0,157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бетонных и железобетонных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114165,99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6956,06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8852,39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863,02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17924,06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1092,10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1389,83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926,24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77,96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145,42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12,24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101-2535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Люки чугунные легкие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-2,198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375,00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-824,25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204-0100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Горячекатаная арматурная сталь класса А-I, </w:t>
            </w:r>
            <w:proofErr w:type="gramStart"/>
            <w:r>
              <w:rPr>
                <w:rFonts w:ascii="Arial" w:hAnsi="Arial"/>
                <w:sz w:val="16"/>
              </w:rPr>
              <w:t>А</w:t>
            </w:r>
            <w:proofErr w:type="gramEnd"/>
            <w:r>
              <w:rPr>
                <w:rFonts w:ascii="Arial" w:hAnsi="Arial"/>
                <w:sz w:val="16"/>
              </w:rPr>
              <w:t>-II, А-III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-1,4915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5650,00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-8426,98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401-0088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крупность заполнителя 10 мм, класс В22,5 (М300)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-8,1326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692,00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-5627,76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403-8012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Блоки бетонные стен подвалов сплошные (ГОСТ13579-78) ФБС24-4-6-Т /бетон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(М100), объем 0,543 м3, расход арматуры 1,46 кг/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416,00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403-8008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Блоки бетонные стен подвалов сплошные (ГОСТ13579-78) ФБС12-4-6-Т /бетон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(М100), объем 0,265 м3, расход арматуры 1,46 кг/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205,00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403-8002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Блоки бетонные стен подвалов сплошные (ГОСТ13579-78) ФБС9-4-6-Т /бетон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(М100), объем 0,195 м3, расход арматуры 0,76 кг/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152,00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2432,00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Блоки бетонные стен подвалов сплошные (ГОСТ13579-78) ФБС12-4-3-Т /бетон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(М100), объем 0,127 м3, расход арматуры 0,74 кг/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88,30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706,40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403-0867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Плиты перекрытия </w:t>
            </w:r>
            <w:proofErr w:type="spellStart"/>
            <w:r>
              <w:rPr>
                <w:rFonts w:ascii="Arial" w:hAnsi="Arial"/>
                <w:sz w:val="16"/>
              </w:rPr>
              <w:t>безбалочные</w:t>
            </w:r>
            <w:proofErr w:type="spellEnd"/>
            <w:r>
              <w:rPr>
                <w:rFonts w:ascii="Arial" w:hAnsi="Arial"/>
                <w:sz w:val="16"/>
              </w:rPr>
              <w:t xml:space="preserve"> с отверстиями и без отверстий из бетона</w:t>
            </w:r>
            <w:proofErr w:type="gramStart"/>
            <w:r>
              <w:rPr>
                <w:rFonts w:ascii="Arial" w:hAnsi="Arial"/>
                <w:sz w:val="16"/>
              </w:rPr>
              <w:t xml:space="preserve"> В</w:t>
            </w:r>
            <w:proofErr w:type="gramEnd"/>
            <w:r>
              <w:rPr>
                <w:rFonts w:ascii="Arial" w:hAnsi="Arial"/>
                <w:sz w:val="16"/>
              </w:rPr>
              <w:t xml:space="preserve"> 22,5 (М300), размером до 9 м2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1,736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2001,98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3475,44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403-8296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Кольцо опорное КО-6 /бетон В15 (М200), объем 0,02 м3, расход </w:t>
            </w:r>
            <w:proofErr w:type="spellStart"/>
            <w:r>
              <w:rPr>
                <w:rFonts w:ascii="Arial" w:hAnsi="Arial"/>
                <w:sz w:val="16"/>
              </w:rPr>
              <w:t>ар-ры</w:t>
            </w:r>
            <w:proofErr w:type="spellEnd"/>
            <w:r>
              <w:rPr>
                <w:rFonts w:ascii="Arial" w:hAnsi="Arial"/>
                <w:sz w:val="16"/>
              </w:rPr>
              <w:t xml:space="preserve"> 1,10 кг 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31,43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94,29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101-8285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Люк чугунный легкий (ГОСТ 3634-99) марка </w:t>
            </w:r>
            <w:proofErr w:type="gramStart"/>
            <w:r>
              <w:rPr>
                <w:rFonts w:ascii="Arial" w:hAnsi="Arial"/>
                <w:sz w:val="16"/>
              </w:rPr>
              <w:t>Л(</w:t>
            </w:r>
            <w:proofErr w:type="gramEnd"/>
            <w:r>
              <w:rPr>
                <w:rFonts w:ascii="Arial" w:hAnsi="Arial"/>
                <w:sz w:val="16"/>
              </w:rPr>
              <w:t>А15)-ТС-1-60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441,98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441,98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класс В20 (М250)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2,18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573,00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1249,14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класс В12,5 (М150)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510,00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204-0022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Горячекатаная арматурная сталь периодического </w:t>
            </w:r>
            <w:r>
              <w:rPr>
                <w:rFonts w:ascii="Arial" w:hAnsi="Arial"/>
                <w:sz w:val="16"/>
              </w:rPr>
              <w:lastRenderedPageBreak/>
              <w:t xml:space="preserve">профиля класса </w:t>
            </w:r>
            <w:proofErr w:type="gramStart"/>
            <w:r>
              <w:rPr>
                <w:rFonts w:ascii="Arial" w:hAnsi="Arial"/>
                <w:sz w:val="16"/>
              </w:rPr>
              <w:t>А</w:t>
            </w:r>
            <w:proofErr w:type="gramEnd"/>
            <w:r>
              <w:rPr>
                <w:rFonts w:ascii="Arial" w:hAnsi="Arial"/>
                <w:sz w:val="16"/>
              </w:rPr>
              <w:t>-III, диаметром 12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0,26928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6965,00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1875,54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Горячекатаная арматурная сталь гладкая класса А-</w:t>
            </w:r>
            <w:proofErr w:type="gramStart"/>
            <w:r>
              <w:rPr>
                <w:rFonts w:ascii="Arial" w:hAnsi="Arial"/>
                <w:sz w:val="16"/>
              </w:rPr>
              <w:t>I</w:t>
            </w:r>
            <w:proofErr w:type="gramEnd"/>
            <w:r>
              <w:rPr>
                <w:rFonts w:ascii="Arial" w:hAnsi="Arial"/>
                <w:sz w:val="16"/>
              </w:rPr>
              <w:t>, диаметром 10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6726,00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242,14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ТЕР06-01-015-09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закладных деталей весом более 20 кг (гильзы)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0,1933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6994,69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161,76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32,93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1352,07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6,37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21,80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4,21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0,03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204-0064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Детали закладные и </w:t>
            </w:r>
            <w:proofErr w:type="gramStart"/>
            <w:r>
              <w:rPr>
                <w:rFonts w:ascii="Arial" w:hAnsi="Arial"/>
                <w:sz w:val="16"/>
              </w:rPr>
              <w:t>накладные</w:t>
            </w:r>
            <w:proofErr w:type="gramEnd"/>
            <w:r>
              <w:rPr>
                <w:rFonts w:ascii="Arial" w:hAnsi="Arial"/>
                <w:sz w:val="16"/>
              </w:rPr>
              <w:t xml:space="preserve"> изготовленные с применением сварки, гнутья, сверления (пробивки) отверстий (при наличии одной из этих операций или всего перечня в любых сочетаниях) поставляемые отдельно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-0,1933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6800,00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-1314,44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103-0216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Трубы стальные электросварные </w:t>
            </w:r>
            <w:proofErr w:type="spellStart"/>
            <w:r>
              <w:rPr>
                <w:rFonts w:ascii="Arial" w:hAnsi="Arial"/>
                <w:sz w:val="16"/>
              </w:rPr>
              <w:t>прямошовные</w:t>
            </w:r>
            <w:proofErr w:type="spellEnd"/>
            <w:r>
              <w:rPr>
                <w:rFonts w:ascii="Arial" w:hAnsi="Arial"/>
                <w:sz w:val="16"/>
              </w:rPr>
              <w:t xml:space="preserve"> и спирально-шовные группы</w:t>
            </w:r>
            <w:proofErr w:type="gramStart"/>
            <w:r>
              <w:rPr>
                <w:rFonts w:ascii="Arial" w:hAnsi="Arial"/>
                <w:sz w:val="16"/>
              </w:rPr>
              <w:t xml:space="preserve"> А</w:t>
            </w:r>
            <w:proofErr w:type="gramEnd"/>
            <w:r>
              <w:rPr>
                <w:rFonts w:ascii="Arial" w:hAnsi="Arial"/>
                <w:sz w:val="16"/>
              </w:rPr>
              <w:t xml:space="preserve"> и Б с сопротивлением по разрыву 38 кгс/мм2, наружный диаметр 426 мм, толщина стенки 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1,04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490,00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509,60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103-0243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Трубы стальные электросварные </w:t>
            </w:r>
            <w:proofErr w:type="spellStart"/>
            <w:r>
              <w:rPr>
                <w:rFonts w:ascii="Arial" w:hAnsi="Arial"/>
                <w:sz w:val="16"/>
              </w:rPr>
              <w:t>прямошовные</w:t>
            </w:r>
            <w:proofErr w:type="spellEnd"/>
            <w:r>
              <w:rPr>
                <w:rFonts w:ascii="Arial" w:hAnsi="Arial"/>
                <w:sz w:val="16"/>
              </w:rPr>
              <w:t xml:space="preserve"> и спирально-шовные группы</w:t>
            </w:r>
            <w:proofErr w:type="gramStart"/>
            <w:r>
              <w:rPr>
                <w:rFonts w:ascii="Arial" w:hAnsi="Arial"/>
                <w:sz w:val="16"/>
              </w:rPr>
              <w:t xml:space="preserve"> А</w:t>
            </w:r>
            <w:proofErr w:type="gramEnd"/>
            <w:r>
              <w:rPr>
                <w:rFonts w:ascii="Arial" w:hAnsi="Arial"/>
                <w:sz w:val="16"/>
              </w:rPr>
              <w:t xml:space="preserve"> и Б с сопротивлением по разрыву 38 кгс/мм2, наружный диаметр 720 мм, толщина стенки 7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1,04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974,00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101-4676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Сталь полосовая 30х6 мм, марка Ст3сп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0,0113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7190,06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ТЕР09-03-029-01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Монтаж лестниц прямолинейных и криволинейных, пожарных с ограждением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0,03133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1001,41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248,93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663,05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20,77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32,37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1,01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0,18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201-0726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Лестницы приставные и прислоненные с ограждениями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0,03133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10072,00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315,56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509-4614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Анкер химический (капсула с клеевым составом) </w:t>
            </w:r>
            <w:proofErr w:type="spellStart"/>
            <w:r>
              <w:rPr>
                <w:rFonts w:ascii="Arial" w:hAnsi="Arial"/>
                <w:sz w:val="16"/>
              </w:rPr>
              <w:t>Hilti</w:t>
            </w:r>
            <w:proofErr w:type="spellEnd"/>
            <w:r>
              <w:rPr>
                <w:rFonts w:ascii="Arial" w:hAnsi="Arial"/>
                <w:sz w:val="16"/>
              </w:rPr>
              <w:t xml:space="preserve"> HVU М24/210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103,42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1241,04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509-4617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Шпилька анкерная </w:t>
            </w:r>
            <w:proofErr w:type="spellStart"/>
            <w:r>
              <w:rPr>
                <w:rFonts w:ascii="Arial" w:hAnsi="Arial"/>
                <w:sz w:val="16"/>
              </w:rPr>
              <w:t>Hilti</w:t>
            </w:r>
            <w:proofErr w:type="spellEnd"/>
            <w:r>
              <w:rPr>
                <w:rFonts w:ascii="Arial" w:hAnsi="Arial"/>
                <w:sz w:val="16"/>
              </w:rPr>
              <w:t xml:space="preserve"> HIT-V-5,8 М24х450 (HAS) для использования с химическими анкерами HIT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150,53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1806,36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ТЕР13-03-002-04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Огрунтовка</w:t>
            </w:r>
            <w:proofErr w:type="spellEnd"/>
            <w:r>
              <w:rPr>
                <w:rFonts w:ascii="Arial" w:hAnsi="Arial"/>
                <w:sz w:val="16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0,0174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330,11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46,25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9,38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5,31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ТЕР13-03-004-26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Окраска металлических </w:t>
            </w:r>
            <w:proofErr w:type="spellStart"/>
            <w:r>
              <w:rPr>
                <w:rFonts w:ascii="Arial" w:hAnsi="Arial"/>
                <w:sz w:val="16"/>
              </w:rPr>
              <w:t>огрунтованных</w:t>
            </w:r>
            <w:proofErr w:type="spellEnd"/>
            <w:r>
              <w:rPr>
                <w:rFonts w:ascii="Arial" w:hAnsi="Arial"/>
                <w:sz w:val="16"/>
              </w:rPr>
              <w:t xml:space="preserve"> поверхностей эмалью ПФ-115 (за 2раза) </w:t>
            </w:r>
          </w:p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[к=2:</w:t>
            </w:r>
            <w:proofErr w:type="gramEnd"/>
            <w:r>
              <w:rPr>
                <w:rFonts w:ascii="Arial" w:hAnsi="Arial"/>
                <w:sz w:val="16"/>
              </w:rPr>
              <w:t xml:space="preserve"> (</w:t>
            </w:r>
            <w:proofErr w:type="gramStart"/>
            <w:r>
              <w:rPr>
                <w:rFonts w:ascii="Arial" w:hAnsi="Arial"/>
                <w:sz w:val="16"/>
              </w:rPr>
              <w:t>Кз</w:t>
            </w:r>
            <w:proofErr w:type="gramEnd"/>
            <w:r>
              <w:rPr>
                <w:rFonts w:ascii="Arial" w:hAnsi="Arial"/>
                <w:sz w:val="16"/>
              </w:rPr>
              <w:t>=2; Кзм=2; Кэм=2; Км=2; Ком=2; Коб=0; Ктр=2)]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0,0174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1550,84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56,84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12,34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7,66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о   </w:t>
            </w:r>
            <w:proofErr w:type="spellStart"/>
            <w:r>
              <w:rPr>
                <w:rFonts w:ascii="Arial" w:hAnsi="Arial"/>
                <w:sz w:val="16"/>
              </w:rPr>
              <w:t>р</w:t>
            </w:r>
            <w:proofErr w:type="spellEnd"/>
            <w:r>
              <w:rPr>
                <w:rFonts w:ascii="Arial" w:hAnsi="Arial"/>
                <w:sz w:val="16"/>
              </w:rPr>
              <w:t xml:space="preserve"> а </w:t>
            </w:r>
            <w:proofErr w:type="spellStart"/>
            <w:r>
              <w:rPr>
                <w:rFonts w:ascii="Arial" w:hAnsi="Arial"/>
                <w:sz w:val="16"/>
              </w:rPr>
              <w:t>з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</w:t>
            </w:r>
            <w:proofErr w:type="spellEnd"/>
            <w:r>
              <w:rPr>
                <w:rFonts w:ascii="Arial" w:hAnsi="Arial"/>
                <w:sz w:val="16"/>
              </w:rPr>
              <w:t xml:space="preserve">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25754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2455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160,35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17,19</w:t>
            </w: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25 754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(1-001.1-3 Земляные работы, выполняемые: механизированным способом) (92%)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(1-001.2-3 Земляные работы, выполняемые: ручным способом) (89%)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(1-006.0-3 Бетонные и железобетонные монолитные конструкции и работы в строительстве (за исключением пунктов 6.1, 6.2)) (102%)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(1-007.0-3 Бетонные и железобетонные сборные конструкции и работы в строительстве (за исключением пунктов 7.1 и 7.2)) (110%)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(1-009.0-3 Строительные металлические конструкции (за исключением пункта 9.1)) (93%)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(1-013.0-3 Защита строительных конструкций и оборудования от коррозии) (94%)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1 497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27 251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(1-001.1-3 Земляные работы, выполняемые: механизированным способом) (46%)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(1-001.2-3 Земляные работы, выполняемые: ручным способом) (40%)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(1-006.0-3 Бетонные и железобетонные монолитные конструкции и работы в строительстве (за исключением пунктов 6.1, 6.2)) (58%)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(1-007.0-3 Бетонные и железобетонные сборные конструкции и работы в строительстве (за исключением пунктов 7.1 и 7.2)) (73%)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(1-009.0-3 Строительные металлические конструкции (за исключением пункта 9.1)) (62%)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(1-013.0-3 Защита строительных конструкций и оборудования от коррозии) (51%)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28 225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83022F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83022F">
              <w:rPr>
                <w:rFonts w:ascii="Arial" w:hAnsi="Arial"/>
                <w:b/>
                <w:color w:val="000000"/>
                <w:sz w:val="18"/>
              </w:rPr>
              <w:t>6</w:t>
            </w:r>
            <w:proofErr w:type="gramEnd"/>
            <w:r w:rsidRPr="0083022F">
              <w:rPr>
                <w:rFonts w:ascii="Arial" w:hAnsi="Arial"/>
                <w:b/>
                <w:color w:val="000000"/>
                <w:sz w:val="18"/>
              </w:rPr>
              <w:t>. Камера ВК13</w:t>
            </w: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ТЕР01-01-006-02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в котлованах объемом до 500 м3 экскаваторами с ковшом вместимостью 0,4 (0,35-0,45) м3, группа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0,0213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2105,72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2105,72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44,85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43,66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0,93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ТЕР01-01-014-</w:t>
            </w:r>
            <w:r>
              <w:rPr>
                <w:rFonts w:ascii="Arial" w:hAnsi="Arial"/>
                <w:sz w:val="16"/>
              </w:rPr>
              <w:lastRenderedPageBreak/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Разработка грунта с погрузкой на </w:t>
            </w:r>
            <w:r>
              <w:rPr>
                <w:rFonts w:ascii="Arial" w:hAnsi="Arial"/>
                <w:sz w:val="16"/>
              </w:rPr>
              <w:lastRenderedPageBreak/>
              <w:t>автомобили-самосвалы экскаваторами с ковшом вместимостью 0,4 (0,35-0,45) м3, группа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0,03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3127,45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132,45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2986,24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644,14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93,82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89,59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19,32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20,76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60,20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0,62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1,81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ТЕР01-02-057-02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Разработка грунта вручную в траншеях глубиной до 2 м без креплений с откосами, группа грунтов 2 </w:t>
            </w:r>
          </w:p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[Прил. 1.12 п.п.3.187.</w:t>
            </w:r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Дораб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вручн.</w:t>
            </w:r>
            <w:proofErr w:type="gramStart"/>
            <w:r>
              <w:rPr>
                <w:rFonts w:ascii="Arial" w:hAnsi="Arial"/>
                <w:sz w:val="16"/>
              </w:rPr>
              <w:t>,з</w:t>
            </w:r>
            <w:proofErr w:type="gramEnd"/>
            <w:r>
              <w:rPr>
                <w:rFonts w:ascii="Arial" w:hAnsi="Arial"/>
                <w:sz w:val="16"/>
              </w:rPr>
              <w:t>ачистка</w:t>
            </w:r>
            <w:proofErr w:type="spellEnd"/>
            <w:r>
              <w:rPr>
                <w:rFonts w:ascii="Arial" w:hAnsi="Arial"/>
                <w:sz w:val="16"/>
              </w:rPr>
              <w:t xml:space="preserve"> дна и стенок с выкидкой грунта в </w:t>
            </w:r>
            <w:proofErr w:type="spellStart"/>
            <w:r>
              <w:rPr>
                <w:rFonts w:ascii="Arial" w:hAnsi="Arial"/>
                <w:sz w:val="16"/>
              </w:rPr>
              <w:t>котл</w:t>
            </w:r>
            <w:proofErr w:type="spellEnd"/>
            <w:r>
              <w:rPr>
                <w:rFonts w:ascii="Arial" w:hAnsi="Arial"/>
                <w:sz w:val="16"/>
              </w:rPr>
              <w:t>. и траншеях,: (Кз=1,2; Ктр=1,2)]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0,0132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1179,02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1179,02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184,80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2,44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ТЕР01-01-033-02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траншей и котлованов с перемещением грунта до 5 м бульдозерами мощностью 59 кВт (80 л.</w:t>
            </w:r>
            <w:proofErr w:type="gramStart"/>
            <w:r>
              <w:rPr>
                <w:rFonts w:ascii="Arial" w:hAnsi="Arial"/>
                <w:sz w:val="16"/>
              </w:rPr>
              <w:t>с</w:t>
            </w:r>
            <w:proofErr w:type="gramEnd"/>
            <w:r>
              <w:rPr>
                <w:rFonts w:ascii="Arial" w:hAnsi="Arial"/>
                <w:sz w:val="16"/>
              </w:rPr>
              <w:t xml:space="preserve">.), </w:t>
            </w:r>
            <w:proofErr w:type="gramStart"/>
            <w:r>
              <w:rPr>
                <w:rFonts w:ascii="Arial" w:hAnsi="Arial"/>
                <w:sz w:val="16"/>
              </w:rPr>
              <w:t>группа</w:t>
            </w:r>
            <w:proofErr w:type="gramEnd"/>
            <w:r>
              <w:rPr>
                <w:rFonts w:ascii="Arial" w:hAnsi="Arial"/>
                <w:sz w:val="16"/>
              </w:rPr>
              <w:t xml:space="preserve">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0,02262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10,84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ТЕР01-02-005-01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Уплотнение грунта пневматическими трамбовками, группа грунтов 1-2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0,2262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уплотненного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349,30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87,33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261,97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59,26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12,53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2,83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0,69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ТЕРпг03-21-01-015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624,24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624,24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ТЕР01-01-016-01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Работа на отвале, группа грунтов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262,77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239,31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7,18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ТЕР06-01-001-01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бетонной подготовки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0,0105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бетона, бутобетона и железобетона в деле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54923,29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1148,40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1550,40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576,69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16,28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18,00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1,89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0,19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401-0061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крупность заполнителя 20 мм, класс В3,5 (М50)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-1,071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487,00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-521,58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401-0063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крупность заполнителя 20 мм, класс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1,071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483,00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ТЕР07-06-002-01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камер со стенками из бетонных блоков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0,15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бетонных и железобетонных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114165,99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6956,06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8852,39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863,02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17124,90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1043,41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1327,86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129,45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926,24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77,96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138,94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11,69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101-2535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Люки чугунные легкие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-2,1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375,00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-787,50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204-0100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Горячекатаная арматурная сталь </w:t>
            </w:r>
            <w:r>
              <w:rPr>
                <w:rFonts w:ascii="Arial" w:hAnsi="Arial"/>
                <w:sz w:val="16"/>
              </w:rPr>
              <w:lastRenderedPageBreak/>
              <w:t xml:space="preserve">класса А-I, </w:t>
            </w:r>
            <w:proofErr w:type="gramStart"/>
            <w:r>
              <w:rPr>
                <w:rFonts w:ascii="Arial" w:hAnsi="Arial"/>
                <w:sz w:val="16"/>
              </w:rPr>
              <w:t>А</w:t>
            </w:r>
            <w:proofErr w:type="gramEnd"/>
            <w:r>
              <w:rPr>
                <w:rFonts w:ascii="Arial" w:hAnsi="Arial"/>
                <w:sz w:val="16"/>
              </w:rPr>
              <w:t>-II, А-III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-1,425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5650,00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-8051,25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401-0088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крупность заполнителя 10 мм, класс В22,5 (М300)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-7,77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692,00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-5376,84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403-8012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Блоки бетонные стен подвалов сплошные (ГОСТ13579-78) ФБС24-4-6-Т /бетон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(М100), объем 0,543 м3, расход арматуры 1,46 кг/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416,00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2496,00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403-8008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Блоки бетонные стен подвалов сплошные (ГОСТ13579-78) ФБС12-4-6-Т /бетон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(М100), объем 0,265 м3, расход арматуры 1,46 кг/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205,00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403-8002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Блоки бетонные стен подвалов сплошные (ГОСТ13579-78) ФБС9-4-6-Т /бетон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(М100), объем 0,195 м3, расход арматуры 0,76 кг/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152,00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Блоки бетонные стен подвалов сплошные (ГОСТ13579-78) ФБС12-4-3-Т /бетон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(М100), объем 0,127 м3, расход арматуры 0,74 кг/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88,30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529,80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403-0867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Плиты перекрытия </w:t>
            </w:r>
            <w:proofErr w:type="spellStart"/>
            <w:r>
              <w:rPr>
                <w:rFonts w:ascii="Arial" w:hAnsi="Arial"/>
                <w:sz w:val="16"/>
              </w:rPr>
              <w:t>безбалочные</w:t>
            </w:r>
            <w:proofErr w:type="spellEnd"/>
            <w:r>
              <w:rPr>
                <w:rFonts w:ascii="Arial" w:hAnsi="Arial"/>
                <w:sz w:val="16"/>
              </w:rPr>
              <w:t xml:space="preserve"> с отверстиями и без отверстий из бетона</w:t>
            </w:r>
            <w:proofErr w:type="gramStart"/>
            <w:r>
              <w:rPr>
                <w:rFonts w:ascii="Arial" w:hAnsi="Arial"/>
                <w:sz w:val="16"/>
              </w:rPr>
              <w:t xml:space="preserve"> В</w:t>
            </w:r>
            <w:proofErr w:type="gramEnd"/>
            <w:r>
              <w:rPr>
                <w:rFonts w:ascii="Arial" w:hAnsi="Arial"/>
                <w:sz w:val="16"/>
              </w:rPr>
              <w:t xml:space="preserve"> 22,5 (М300), размером до 9 м2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1,616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2001,98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3235,20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403-8245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дорожные ПД</w:t>
            </w:r>
            <w:proofErr w:type="gramStart"/>
            <w:r>
              <w:rPr>
                <w:rFonts w:ascii="Arial" w:hAnsi="Arial"/>
                <w:sz w:val="16"/>
              </w:rPr>
              <w:t>6</w:t>
            </w:r>
            <w:proofErr w:type="gramEnd"/>
            <w:r>
              <w:rPr>
                <w:rFonts w:ascii="Arial" w:hAnsi="Arial"/>
                <w:sz w:val="16"/>
              </w:rPr>
              <w:t xml:space="preserve"> /бетон В20 (М250), объем 0,85 м3, расход арматуры 99,30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1235,84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1235,84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Чугунный люк магистральный тип ТМ (D400) (11541,2/8,87*1,102)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1194,77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1194,77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класс В20 (М250)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1,85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573,00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1060,05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класс В12,5 (М150)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1,44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510,00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204-0022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Горячекатаная арматурная сталь периодического профиля класса </w:t>
            </w:r>
            <w:proofErr w:type="gramStart"/>
            <w:r>
              <w:rPr>
                <w:rFonts w:ascii="Arial" w:hAnsi="Arial"/>
                <w:sz w:val="16"/>
              </w:rPr>
              <w:t>А</w:t>
            </w:r>
            <w:proofErr w:type="gramEnd"/>
            <w:r>
              <w:rPr>
                <w:rFonts w:ascii="Arial" w:hAnsi="Arial"/>
                <w:sz w:val="16"/>
              </w:rPr>
              <w:t>-III, диаметром 12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0,23814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6965,00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1658,65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Горячекатаная арматурная сталь гладкая класса А-</w:t>
            </w:r>
            <w:proofErr w:type="gramStart"/>
            <w:r>
              <w:rPr>
                <w:rFonts w:ascii="Arial" w:hAnsi="Arial"/>
                <w:sz w:val="16"/>
              </w:rPr>
              <w:t>I</w:t>
            </w:r>
            <w:proofErr w:type="gramEnd"/>
            <w:r>
              <w:rPr>
                <w:rFonts w:ascii="Arial" w:hAnsi="Arial"/>
                <w:sz w:val="16"/>
              </w:rPr>
              <w:t>, диаметром 10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0,01575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6726,00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ТЕР06-01-015-09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закладных деталей весом более 20 кг (гильзы)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0,10656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6994,69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161,76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32,93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745,35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3,51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21,80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2,32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</w:t>
            </w:r>
            <w:r>
              <w:rPr>
                <w:rFonts w:ascii="Arial" w:hAnsi="Arial"/>
                <w:sz w:val="16"/>
              </w:rPr>
              <w:lastRenderedPageBreak/>
              <w:t>0064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Детали закладные и </w:t>
            </w:r>
            <w:proofErr w:type="gramStart"/>
            <w:r>
              <w:rPr>
                <w:rFonts w:ascii="Arial" w:hAnsi="Arial"/>
                <w:sz w:val="16"/>
              </w:rPr>
              <w:lastRenderedPageBreak/>
              <w:t>накладные</w:t>
            </w:r>
            <w:proofErr w:type="gramEnd"/>
            <w:r>
              <w:rPr>
                <w:rFonts w:ascii="Arial" w:hAnsi="Arial"/>
                <w:sz w:val="16"/>
              </w:rPr>
              <w:t xml:space="preserve"> изготовленные с применением сварки, гнутья, сверления (пробивки) отверстий (при наличии одной из этих операций или всего перечня в любых сочетаниях) поставляемые отдельно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-0,10656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6800,00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-724,61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103-0208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Трубы стальные электросварные </w:t>
            </w:r>
            <w:proofErr w:type="spellStart"/>
            <w:r>
              <w:rPr>
                <w:rFonts w:ascii="Arial" w:hAnsi="Arial"/>
                <w:sz w:val="16"/>
              </w:rPr>
              <w:t>прямошовные</w:t>
            </w:r>
            <w:proofErr w:type="spellEnd"/>
            <w:r>
              <w:rPr>
                <w:rFonts w:ascii="Arial" w:hAnsi="Arial"/>
                <w:sz w:val="16"/>
              </w:rPr>
              <w:t xml:space="preserve"> со снятой фаской из стали марок БСт2кп-БСт4кп и БСт2пс-БСт4пс наружный диаметр 377 мм, толщина стенки 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1,56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356,00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555,36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103-0216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Трубы стальные электросварные </w:t>
            </w:r>
            <w:proofErr w:type="spellStart"/>
            <w:r>
              <w:rPr>
                <w:rFonts w:ascii="Arial" w:hAnsi="Arial"/>
                <w:sz w:val="16"/>
              </w:rPr>
              <w:t>прямошовные</w:t>
            </w:r>
            <w:proofErr w:type="spellEnd"/>
            <w:r>
              <w:rPr>
                <w:rFonts w:ascii="Arial" w:hAnsi="Arial"/>
                <w:sz w:val="16"/>
              </w:rPr>
              <w:t xml:space="preserve"> и спирально-шовные группы</w:t>
            </w:r>
            <w:proofErr w:type="gramStart"/>
            <w:r>
              <w:rPr>
                <w:rFonts w:ascii="Arial" w:hAnsi="Arial"/>
                <w:sz w:val="16"/>
              </w:rPr>
              <w:t xml:space="preserve"> А</w:t>
            </w:r>
            <w:proofErr w:type="gramEnd"/>
            <w:r>
              <w:rPr>
                <w:rFonts w:ascii="Arial" w:hAnsi="Arial"/>
                <w:sz w:val="16"/>
              </w:rPr>
              <w:t xml:space="preserve"> и Б с сопротивлением по разрыву 38 кгс/мм2, наружный диаметр 426 мм, толщина стенки 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0,52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490,00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101-4676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Сталь полосовая 30х6 мм, марка Ст3сп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7190,06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ТЕР09-03-029-01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Монтаж лестниц прямолинейных и криволинейных, пожарных с ограждением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0,03133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1001,41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248,93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663,05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20,77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32,37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1,01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0,18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201-0726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Лестницы приставные и прислоненные с ограждениями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0,03133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10072,00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315,56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509-4614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Анкер химический (капсула с клеевым составом) </w:t>
            </w:r>
            <w:proofErr w:type="spellStart"/>
            <w:r>
              <w:rPr>
                <w:rFonts w:ascii="Arial" w:hAnsi="Arial"/>
                <w:sz w:val="16"/>
              </w:rPr>
              <w:t>Hilti</w:t>
            </w:r>
            <w:proofErr w:type="spellEnd"/>
            <w:r>
              <w:rPr>
                <w:rFonts w:ascii="Arial" w:hAnsi="Arial"/>
                <w:sz w:val="16"/>
              </w:rPr>
              <w:t xml:space="preserve"> HVU М24/210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103,42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1241,04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509-4617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Шпилька анкерная </w:t>
            </w:r>
            <w:proofErr w:type="spellStart"/>
            <w:r>
              <w:rPr>
                <w:rFonts w:ascii="Arial" w:hAnsi="Arial"/>
                <w:sz w:val="16"/>
              </w:rPr>
              <w:t>Hilti</w:t>
            </w:r>
            <w:proofErr w:type="spellEnd"/>
            <w:r>
              <w:rPr>
                <w:rFonts w:ascii="Arial" w:hAnsi="Arial"/>
                <w:sz w:val="16"/>
              </w:rPr>
              <w:t xml:space="preserve"> HIT-V-5,8 М24х450 (HAS) для использования с химическими анкерами HIT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150,53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1806,36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ТЕР13-03-002-04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Огрунтовка</w:t>
            </w:r>
            <w:proofErr w:type="spellEnd"/>
            <w:r>
              <w:rPr>
                <w:rFonts w:ascii="Arial" w:hAnsi="Arial"/>
                <w:sz w:val="16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0,0174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330,11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46,25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9,38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5,31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ТЕР13-03-004-26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Окраска металлических </w:t>
            </w:r>
            <w:proofErr w:type="spellStart"/>
            <w:r>
              <w:rPr>
                <w:rFonts w:ascii="Arial" w:hAnsi="Arial"/>
                <w:sz w:val="16"/>
              </w:rPr>
              <w:t>огрунтованных</w:t>
            </w:r>
            <w:proofErr w:type="spellEnd"/>
            <w:r>
              <w:rPr>
                <w:rFonts w:ascii="Arial" w:hAnsi="Arial"/>
                <w:sz w:val="16"/>
              </w:rPr>
              <w:t xml:space="preserve"> поверхностей эмалью ПФ-115 (за 2раза) </w:t>
            </w:r>
          </w:p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[к=2:</w:t>
            </w:r>
            <w:proofErr w:type="gramEnd"/>
            <w:r>
              <w:rPr>
                <w:rFonts w:ascii="Arial" w:hAnsi="Arial"/>
                <w:sz w:val="16"/>
              </w:rPr>
              <w:t xml:space="preserve"> (</w:t>
            </w:r>
            <w:proofErr w:type="gramStart"/>
            <w:r>
              <w:rPr>
                <w:rFonts w:ascii="Arial" w:hAnsi="Arial"/>
                <w:sz w:val="16"/>
              </w:rPr>
              <w:t>Кз</w:t>
            </w:r>
            <w:proofErr w:type="gramEnd"/>
            <w:r>
              <w:rPr>
                <w:rFonts w:ascii="Arial" w:hAnsi="Arial"/>
                <w:sz w:val="16"/>
              </w:rPr>
              <w:t>=2; Кзм=2; Кэм=2; Км=2; Ком=2; Коб=0; Ктр=2)]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0,0174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1550,84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56,84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12,34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7,66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о   </w:t>
            </w:r>
            <w:proofErr w:type="spellStart"/>
            <w:r>
              <w:rPr>
                <w:rFonts w:ascii="Arial" w:hAnsi="Arial"/>
                <w:sz w:val="16"/>
              </w:rPr>
              <w:t>р</w:t>
            </w:r>
            <w:proofErr w:type="spellEnd"/>
            <w:r>
              <w:rPr>
                <w:rFonts w:ascii="Arial" w:hAnsi="Arial"/>
                <w:sz w:val="16"/>
              </w:rPr>
              <w:t xml:space="preserve"> а </w:t>
            </w:r>
            <w:proofErr w:type="spellStart"/>
            <w:r>
              <w:rPr>
                <w:rFonts w:ascii="Arial" w:hAnsi="Arial"/>
                <w:sz w:val="16"/>
              </w:rPr>
              <w:t>з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</w:t>
            </w:r>
            <w:proofErr w:type="spellEnd"/>
            <w:r>
              <w:rPr>
                <w:rFonts w:ascii="Arial" w:hAnsi="Arial"/>
                <w:sz w:val="16"/>
              </w:rPr>
              <w:t xml:space="preserve">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24929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2205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172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150,37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15,80</w:t>
            </w: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24 929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(1-001.1-3 Земляные работы, выполняемые: механизированным способом) (92%)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(1-001.2-3 Земляные работы, выполняемые: ручным способом) (89%)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(1-006.0-3 Бетонные и железобетонные монолитные конструкции и работы в строительстве (за исключением пунктов 6.1, 6.2)) (102%)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(1-007.0-3 Бетонные и железобетонные сборные конструкции и работы в строительстве (за исключением пунктов 7.1 и 7.2)) (110%)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1 290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(1-009.0-3 Строительные металлические конструкции (за исключением пункта 9.1)) (93%)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(1-013.0-3 Защита строительных конструкций и оборудования от коррозии) (94%)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1 405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26 334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(1-001.1-3 Земляные работы, выполняемые: механизированным способом) (46%)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(1-001.2-3 Земляные работы, выполняемые: ручным способом) (40%)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(1-006.0-3 Бетонные и железобетонные монолитные конструкции и работы в строительстве (за исключением пунктов 6.1, 6.2)) (58%)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(1-007.0-3 Бетонные и железобетонные сборные конструкции и работы в строительстве (за исключением пунктов 7.1 и 7.2)) (73%)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(1-009.0-3 Строительные металлические конструкции (за исключением пункта 9.1)) (62%)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(1-013.0-3 Защита строительных конструкций и оборудования от коррозии) (51%)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27 250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83022F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83022F">
              <w:rPr>
                <w:rFonts w:ascii="Arial" w:hAnsi="Arial"/>
                <w:b/>
                <w:color w:val="000000"/>
                <w:sz w:val="18"/>
              </w:rPr>
              <w:t>4</w:t>
            </w:r>
            <w:proofErr w:type="gramEnd"/>
            <w:r w:rsidRPr="0083022F">
              <w:rPr>
                <w:rFonts w:ascii="Arial" w:hAnsi="Arial"/>
                <w:b/>
                <w:color w:val="000000"/>
                <w:sz w:val="18"/>
              </w:rPr>
              <w:t>. Дороги и тротуары</w:t>
            </w: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Тротуары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ТЕРр68-20-1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Разборка тротуаров и дорожек из плит с их отноской и укладкой в штабель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2,5972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116,38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116,38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302,26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18,68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48,52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ТЕР27-04-001-01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0,39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материала основания (в плотном теле)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2160,47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103,12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2045,15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145,60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842,58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797,61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56,78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15,72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13,88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6,13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5,41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408-0122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Песок природный для строительных работ средний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42,85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53,90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2309,62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ТЕР27-04-007-01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Устройство оснований толщиной 15 см из щебня фракции 40-70 мм при укатке </w:t>
            </w:r>
            <w:r>
              <w:rPr>
                <w:rFonts w:ascii="Arial" w:hAnsi="Arial"/>
                <w:sz w:val="16"/>
              </w:rPr>
              <w:lastRenderedPageBreak/>
              <w:t>каменных материалов с пределом прочности на сжатие до 68,6 МПа (700 кгс/см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>) однослойных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0,25972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48108,11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246,89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3571,02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386,32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12494,64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927,47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100,34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36,96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36,24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9,60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9,41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408-0020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Щебень из природного камня для строительных работ марка 600, фракция 40-70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-49,08708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213,00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-10455,55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ТЕР27-04-007-04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 каждый 1 см изменения толщины слоя добавлять или исключать к расценкам 27-04-007-01, 27-04-007-02, 27-04-007-03 (до 18см)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0,77916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2911,84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228,04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2268,79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177,68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1,96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408-0020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Щебень из природного камня для строительных работ марка 600, фракция 40-70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-9,817416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213,00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-2091,11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Щебень из природного камня для строительных работ марка 600, фракция 20-40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58,905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219,00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12900,20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Дороги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ТЕР27-03-008-04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Разборка покрытий и оснований асфальтобетонных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1,5243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5228,45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1222,64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4005,81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381,01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7969,73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1863,67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6106,06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580,77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179,80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45,63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274,07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69,55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ТЕРпг01-01-001-043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Погрузка при автомобильных перевозках мусора строительного с погрузкой экскаваторами емкостью ковша до 0,5 м3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274,4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3,25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2,82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891,80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773,81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74,09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6,59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ТЕРпг03-21-01-015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274,4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3358,66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3358,66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ТЕР27-04-001-01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P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0,693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материала основания (в плотном теле)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2160,47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103,12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2045,15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145,60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1497,21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1417,29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100,90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15,72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13,88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10,89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9,62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408-0122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Песок природный для строительных работ средний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76,21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53,90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4107,72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ТЕР27-06-020-01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 2,5-2,9 т/м3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0,19798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45227,93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301,42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2273,48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8954,23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450,10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42,61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38,30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7,58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3,78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410-</w:t>
            </w:r>
            <w:r>
              <w:rPr>
                <w:rFonts w:ascii="Arial" w:hAnsi="Arial"/>
                <w:sz w:val="16"/>
              </w:rPr>
              <w:lastRenderedPageBreak/>
              <w:t>0005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Смеси </w:t>
            </w:r>
            <w:r>
              <w:rPr>
                <w:rFonts w:ascii="Arial" w:hAnsi="Arial"/>
                <w:sz w:val="16"/>
              </w:rPr>
              <w:lastRenderedPageBreak/>
              <w:t>асфальтобетонные дорожные, аэродромные и асфальтобетон (горячие для плотного асфальтобетона мелко и крупнозернистые, песчаные), марка II, тип</w:t>
            </w:r>
            <w:proofErr w:type="gramStart"/>
            <w:r>
              <w:rPr>
                <w:rFonts w:ascii="Arial" w:hAnsi="Arial"/>
                <w:sz w:val="16"/>
              </w:rPr>
              <w:t xml:space="preserve"> 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-</w:t>
            </w:r>
            <w:r>
              <w:rPr>
                <w:rFonts w:ascii="Arial" w:hAnsi="Arial"/>
                <w:sz w:val="16"/>
              </w:rPr>
              <w:lastRenderedPageBreak/>
              <w:t>19,124868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439,00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-8395,82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ТЕР27-06-021-01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 каждые 0,5 см изменения толщины покрытия добавлять или исключать к расценке 27-06-020-01 (до 5см)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0,396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5318,98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3,10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2106,32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1,23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410-0005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Смеси асфальтобетонные дорожные, аэродромные и асфальтобетон (горячие для плотного асфальтобетона мелко и крупнозернистые, песчаные), марка II, тип</w:t>
            </w:r>
            <w:proofErr w:type="gramStart"/>
            <w:r>
              <w:rPr>
                <w:rFonts w:ascii="Arial" w:hAnsi="Arial"/>
                <w:sz w:val="16"/>
              </w:rPr>
              <w:t xml:space="preserve"> 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-4,7916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439,00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-2103,51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410-0087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Асфальтобетон ЩМА-15 на ПБВ 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23,9166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629,44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15054,06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ТЕР27-06-026-01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Розлив вяжущих материалов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0,08316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1571,79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39,15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130,71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3,26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0,05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ТЕР27-06-009-02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Укладка </w:t>
            </w:r>
            <w:proofErr w:type="spellStart"/>
            <w:r>
              <w:rPr>
                <w:rFonts w:ascii="Arial" w:hAnsi="Arial"/>
                <w:sz w:val="16"/>
              </w:rPr>
              <w:t>геосетки</w:t>
            </w:r>
            <w:proofErr w:type="spellEnd"/>
            <w:r>
              <w:rPr>
                <w:rFonts w:ascii="Arial" w:hAnsi="Arial"/>
                <w:sz w:val="16"/>
              </w:rPr>
              <w:t xml:space="preserve"> в асфальтобетонное дорожное покрытие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0,19796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2187,59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114,19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17,40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433,06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3,44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15,39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3,05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</w:tr>
      <w:tr w:rsidR="0083022F" w:rsidTr="008302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101-4113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Геосетка</w:t>
            </w:r>
            <w:proofErr w:type="spellEnd"/>
            <w:r>
              <w:rPr>
                <w:rFonts w:ascii="Arial" w:hAnsi="Arial"/>
                <w:sz w:val="16"/>
              </w:rPr>
              <w:t xml:space="preserve"> стеклянная клееная марки АРМДОР-50 (размер ячейки 25х25; 37,5х37,5; 50х50 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227,65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15,40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3505,81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о   </w:t>
            </w:r>
            <w:proofErr w:type="spellStart"/>
            <w:r>
              <w:rPr>
                <w:rFonts w:ascii="Arial" w:hAnsi="Arial"/>
                <w:sz w:val="16"/>
              </w:rPr>
              <w:t>р</w:t>
            </w:r>
            <w:proofErr w:type="spellEnd"/>
            <w:r>
              <w:rPr>
                <w:rFonts w:ascii="Arial" w:hAnsi="Arial"/>
                <w:sz w:val="16"/>
              </w:rPr>
              <w:t xml:space="preserve"> а </w:t>
            </w:r>
            <w:proofErr w:type="spellStart"/>
            <w:r>
              <w:rPr>
                <w:rFonts w:ascii="Arial" w:hAnsi="Arial"/>
                <w:sz w:val="16"/>
              </w:rPr>
              <w:t>з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</w:t>
            </w:r>
            <w:proofErr w:type="spellEnd"/>
            <w:r>
              <w:rPr>
                <w:rFonts w:ascii="Arial" w:hAnsi="Arial"/>
                <w:sz w:val="16"/>
              </w:rPr>
              <w:t xml:space="preserve">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56081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14017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359,87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106,39</w:t>
            </w: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14831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56 081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(4-102.0-3 Благоустройство) (102%)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(1-021.0-3 Автомобильные дороги (за исключением пункта 21.1)) (126%)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3 809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4 118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60 198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(4-102.0-3 Благоустройство) (54%)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(1-021.0-3 Автомобильные дороги (за исключением пункта 21.1)) (95%)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2 872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3 035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63 233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        В с е </w:t>
            </w:r>
            <w:proofErr w:type="gramStart"/>
            <w:r>
              <w:rPr>
                <w:rFonts w:ascii="Arial" w:hAnsi="Arial"/>
                <w:sz w:val="16"/>
              </w:rPr>
              <w:t>г</w:t>
            </w:r>
            <w:proofErr w:type="gramEnd"/>
            <w:r>
              <w:rPr>
                <w:rFonts w:ascii="Arial" w:hAnsi="Arial"/>
                <w:sz w:val="16"/>
              </w:rPr>
              <w:t xml:space="preserve"> 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789269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15684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212761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7155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2081,47</w:t>
            </w: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672,26</w:t>
            </w:r>
          </w:p>
        </w:tc>
      </w:tr>
      <w:tr w:rsidR="0083022F" w:rsidTr="0083022F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P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277118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022F" w:rsidRDefault="0083022F" w:rsidP="0083022F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497764" w:rsidTr="0083022F">
        <w:tc>
          <w:tcPr>
            <w:tcW w:w="426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497764" w:rsidRDefault="00497764">
      <w:pPr>
        <w:rPr>
          <w:sz w:val="16"/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261"/>
        <w:gridCol w:w="2126"/>
        <w:gridCol w:w="2126"/>
        <w:gridCol w:w="2552"/>
      </w:tblGrid>
      <w:tr w:rsidR="00497764">
        <w:tc>
          <w:tcPr>
            <w:tcW w:w="3261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 затрат</w:t>
            </w:r>
          </w:p>
        </w:tc>
        <w:tc>
          <w:tcPr>
            <w:tcW w:w="2126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Коэффициент</w:t>
            </w:r>
          </w:p>
        </w:tc>
        <w:tc>
          <w:tcPr>
            <w:tcW w:w="2126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Процент</w:t>
            </w:r>
          </w:p>
        </w:tc>
        <w:tc>
          <w:tcPr>
            <w:tcW w:w="2552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Сумма</w:t>
            </w:r>
          </w:p>
          <w:p w:rsidR="00497764" w:rsidRDefault="00497764" w:rsidP="0083022F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 руб.</w:t>
            </w:r>
          </w:p>
        </w:tc>
      </w:tr>
      <w:tr w:rsidR="00497764" w:rsidTr="0083022F">
        <w:tc>
          <w:tcPr>
            <w:tcW w:w="3261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</w:tr>
      <w:tr w:rsidR="0083022F" w:rsidTr="0083022F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Итого в ценах 2квартала 2021 г.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8,87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7 000 816</w:t>
            </w:r>
          </w:p>
        </w:tc>
      </w:tr>
      <w:tr w:rsidR="0083022F" w:rsidTr="0083022F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Непредвиденные расходы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140 016</w:t>
            </w:r>
          </w:p>
        </w:tc>
      </w:tr>
      <w:tr w:rsidR="0083022F" w:rsidTr="0083022F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7 140 832</w:t>
            </w:r>
          </w:p>
        </w:tc>
      </w:tr>
      <w:tr w:rsidR="0083022F" w:rsidTr="0083022F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НДС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1 428 166</w:t>
            </w:r>
          </w:p>
        </w:tc>
      </w:tr>
      <w:tr w:rsidR="0083022F" w:rsidTr="0083022F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 С Е Г 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83022F" w:rsidRDefault="0083022F" w:rsidP="0083022F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8 568 998</w:t>
            </w:r>
          </w:p>
        </w:tc>
      </w:tr>
      <w:tr w:rsidR="00497764" w:rsidTr="0083022F">
        <w:tc>
          <w:tcPr>
            <w:tcW w:w="3261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</w:tr>
    </w:tbl>
    <w:p w:rsidR="00497764" w:rsidRDefault="00497764">
      <w:pPr>
        <w:rPr>
          <w:lang w:val="en-US"/>
        </w:rPr>
      </w:pPr>
    </w:p>
    <w:p w:rsidR="00497764" w:rsidRDefault="00497764">
      <w:pPr>
        <w:rPr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701"/>
        <w:gridCol w:w="4820"/>
      </w:tblGrid>
      <w:tr w:rsidR="00283472" w:rsidTr="00AC6E73">
        <w:tc>
          <w:tcPr>
            <w:tcW w:w="1701" w:type="dxa"/>
          </w:tcPr>
          <w:p w:rsidR="00283472" w:rsidRDefault="00283472" w:rsidP="00AC6E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Составил </w:t>
            </w:r>
          </w:p>
        </w:tc>
        <w:tc>
          <w:tcPr>
            <w:tcW w:w="4820" w:type="dxa"/>
          </w:tcPr>
          <w:p w:rsidR="00283472" w:rsidRDefault="00283472" w:rsidP="00AC6E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инженер-сметчик    </w:t>
            </w:r>
            <w:proofErr w:type="spellStart"/>
            <w:r>
              <w:rPr>
                <w:rFonts w:ascii="Arial" w:hAnsi="Arial"/>
              </w:rPr>
              <w:t>______________И.А.Семець</w:t>
            </w:r>
            <w:proofErr w:type="spellEnd"/>
          </w:p>
        </w:tc>
      </w:tr>
      <w:tr w:rsidR="00283472" w:rsidTr="00AC6E73">
        <w:tc>
          <w:tcPr>
            <w:tcW w:w="1701" w:type="dxa"/>
          </w:tcPr>
          <w:p w:rsidR="00283472" w:rsidRDefault="00283472" w:rsidP="00AC6E73">
            <w:pPr>
              <w:rPr>
                <w:rFonts w:ascii="Arial" w:hAnsi="Arial"/>
              </w:rPr>
            </w:pPr>
          </w:p>
        </w:tc>
        <w:tc>
          <w:tcPr>
            <w:tcW w:w="4820" w:type="dxa"/>
          </w:tcPr>
          <w:p w:rsidR="00283472" w:rsidRDefault="00283472" w:rsidP="00AC6E73">
            <w:pPr>
              <w:rPr>
                <w:rFonts w:ascii="Arial" w:hAnsi="Arial"/>
              </w:rPr>
            </w:pPr>
          </w:p>
        </w:tc>
      </w:tr>
      <w:tr w:rsidR="00283472" w:rsidTr="00AC6E73">
        <w:trPr>
          <w:trHeight w:val="269"/>
        </w:trPr>
        <w:tc>
          <w:tcPr>
            <w:tcW w:w="1701" w:type="dxa"/>
          </w:tcPr>
          <w:p w:rsidR="00283472" w:rsidRDefault="00283472" w:rsidP="00AC6E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Проверил</w:t>
            </w:r>
          </w:p>
        </w:tc>
        <w:tc>
          <w:tcPr>
            <w:tcW w:w="4820" w:type="dxa"/>
          </w:tcPr>
          <w:p w:rsidR="00283472" w:rsidRDefault="00283472" w:rsidP="00AC6E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ГИП   ___________  С.А. Харламов</w:t>
            </w:r>
          </w:p>
        </w:tc>
      </w:tr>
    </w:tbl>
    <w:p w:rsidR="00497764" w:rsidRDefault="00497764"/>
    <w:sectPr w:rsidR="00497764" w:rsidSect="001B4CE5">
      <w:headerReference w:type="default" r:id="rId6"/>
      <w:footerReference w:type="default" r:id="rId7"/>
      <w:pgSz w:w="11907" w:h="16840" w:code="9"/>
      <w:pgMar w:top="284" w:right="454" w:bottom="1264" w:left="1134" w:header="284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1DB" w:rsidRDefault="008E71DB">
      <w:r>
        <w:separator/>
      </w:r>
    </w:p>
  </w:endnote>
  <w:endnote w:type="continuationSeparator" w:id="0">
    <w:p w:rsidR="008E71DB" w:rsidRDefault="008E7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S Standard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1242"/>
      <w:gridCol w:w="9554"/>
    </w:tblGrid>
    <w:tr w:rsidR="00497764">
      <w:trPr>
        <w:hidden/>
      </w:trPr>
      <w:tc>
        <w:tcPr>
          <w:tcW w:w="1242" w:type="dxa"/>
        </w:tcPr>
        <w:p w:rsidR="00497764" w:rsidRDefault="0083022F">
          <w:pPr>
            <w:pStyle w:val="a5"/>
            <w:jc w:val="right"/>
            <w:rPr>
              <w:vanish/>
              <w:color w:val="0000FF"/>
              <w:sz w:val="22"/>
              <w:lang w:val="en-US"/>
            </w:rPr>
          </w:pPr>
          <w:r>
            <w:rPr>
              <w:noProof/>
              <w:vanish/>
              <w:lang w:eastAsia="ru-RU"/>
            </w:rPr>
            <w:drawing>
              <wp:inline distT="0" distB="0" distL="0" distR="0">
                <wp:extent cx="241300" cy="2413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3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554" w:type="dxa"/>
        </w:tcPr>
        <w:p w:rsidR="00497764" w:rsidRDefault="00497764">
          <w:pPr>
            <w:pStyle w:val="a5"/>
            <w:tabs>
              <w:tab w:val="clear" w:pos="4153"/>
              <w:tab w:val="clear" w:pos="8306"/>
              <w:tab w:val="center" w:pos="675"/>
              <w:tab w:val="right" w:pos="10704"/>
            </w:tabs>
            <w:rPr>
              <w:vanish/>
              <w:color w:val="0000FF"/>
              <w:sz w:val="22"/>
              <w:lang w:val="en-US"/>
            </w:rPr>
          </w:pPr>
          <w:r>
            <w:rPr>
              <w:vanish/>
              <w:color w:val="0000FF"/>
              <w:sz w:val="22"/>
            </w:rPr>
            <w:t xml:space="preserve">Документ распечатан с использованием программного обеспечения ООО </w:t>
          </w:r>
          <w:r>
            <w:rPr>
              <w:vanish/>
              <w:color w:val="0000FF"/>
              <w:sz w:val="22"/>
              <w:lang w:val="en-US"/>
            </w:rPr>
            <w:t>«</w:t>
          </w:r>
          <w:r>
            <w:rPr>
              <w:vanish/>
              <w:color w:val="0000FF"/>
              <w:sz w:val="22"/>
            </w:rPr>
            <w:t>ФОРВИС</w:t>
          </w:r>
          <w:r>
            <w:rPr>
              <w:vanish/>
              <w:color w:val="0000FF"/>
              <w:sz w:val="22"/>
              <w:lang w:val="en-US"/>
            </w:rPr>
            <w:t>»</w:t>
          </w:r>
          <w:r>
            <w:rPr>
              <w:vanish/>
              <w:color w:val="0000FF"/>
              <w:sz w:val="22"/>
            </w:rPr>
            <w:t>,</w:t>
          </w:r>
        </w:p>
        <w:p w:rsidR="00497764" w:rsidRDefault="00497764">
          <w:pPr>
            <w:pStyle w:val="a5"/>
            <w:tabs>
              <w:tab w:val="clear" w:pos="4153"/>
              <w:tab w:val="clear" w:pos="8306"/>
              <w:tab w:val="center" w:pos="675"/>
              <w:tab w:val="right" w:pos="10704"/>
            </w:tabs>
            <w:rPr>
              <w:vanish/>
              <w:color w:val="0000FF"/>
            </w:rPr>
          </w:pPr>
          <w:r>
            <w:rPr>
              <w:vanish/>
              <w:color w:val="0000FF"/>
              <w:sz w:val="22"/>
              <w:lang w:val="en-US"/>
            </w:rPr>
            <w:t xml:space="preserve"> </w:t>
          </w:r>
          <w:fldSimple w:instr=" DOCPROPERTY &quot;ForvisPhone&quot; \* MERGEFORMAT ">
            <w:r w:rsidR="0083022F">
              <w:rPr>
                <w:vanish/>
                <w:color w:val="0000FF"/>
                <w:sz w:val="22"/>
              </w:rPr>
              <w:t>тел. (812)-376-05-06</w:t>
            </w:r>
          </w:fldSimple>
        </w:p>
      </w:tc>
    </w:tr>
  </w:tbl>
  <w:p w:rsidR="00497764" w:rsidRDefault="00497764">
    <w:pPr>
      <w:pStyle w:val="a5"/>
      <w:rPr>
        <w:vanish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1DB" w:rsidRDefault="008E71DB">
      <w:r>
        <w:separator/>
      </w:r>
    </w:p>
  </w:footnote>
  <w:footnote w:type="continuationSeparator" w:id="0">
    <w:p w:rsidR="008E71DB" w:rsidRDefault="008E71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764" w:rsidRDefault="00497764">
    <w:pPr>
      <w:pStyle w:val="a3"/>
      <w:jc w:val="right"/>
    </w:pPr>
    <w:r>
      <w:t xml:space="preserve">Стр. </w:t>
    </w:r>
    <w:r w:rsidR="002B4AFD">
      <w:fldChar w:fldCharType="begin"/>
    </w:r>
    <w:r w:rsidR="0083022F">
      <w:instrText xml:space="preserve"> PAGE  \* MERGEFORMAT </w:instrText>
    </w:r>
    <w:r w:rsidR="002B4AFD">
      <w:fldChar w:fldCharType="separate"/>
    </w:r>
    <w:r w:rsidR="0023724E">
      <w:rPr>
        <w:noProof/>
      </w:rPr>
      <w:t>25</w:t>
    </w:r>
    <w:r w:rsidR="002B4AFD">
      <w:fldChar w:fldCharType="end"/>
    </w:r>
    <w:r>
      <w:t xml:space="preserve"> / </w:t>
    </w:r>
    <w:fldSimple w:instr=" NUMPAGES  \* MERGEFORMAT ">
      <w:r w:rsidR="0023724E">
        <w:rPr>
          <w:noProof/>
        </w:rPr>
        <w:t>25</w:t>
      </w:r>
    </w:fldSimple>
  </w:p>
  <w:p w:rsidR="00497764" w:rsidRDefault="00497764">
    <w:pPr>
      <w:pStyle w:val="a3"/>
    </w:pPr>
  </w:p>
  <w:p w:rsidR="00497764" w:rsidRDefault="004977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83022F"/>
    <w:rsid w:val="00057D76"/>
    <w:rsid w:val="000A50E8"/>
    <w:rsid w:val="00147F42"/>
    <w:rsid w:val="00161078"/>
    <w:rsid w:val="001B4CE5"/>
    <w:rsid w:val="0023724E"/>
    <w:rsid w:val="00267ADD"/>
    <w:rsid w:val="0027432B"/>
    <w:rsid w:val="00283472"/>
    <w:rsid w:val="002B4AFD"/>
    <w:rsid w:val="00304C32"/>
    <w:rsid w:val="003D77FF"/>
    <w:rsid w:val="003E2FDC"/>
    <w:rsid w:val="00404191"/>
    <w:rsid w:val="004301BD"/>
    <w:rsid w:val="00491535"/>
    <w:rsid w:val="0049552C"/>
    <w:rsid w:val="00497764"/>
    <w:rsid w:val="004C2E0F"/>
    <w:rsid w:val="00560AD3"/>
    <w:rsid w:val="00562CC6"/>
    <w:rsid w:val="005E4E0D"/>
    <w:rsid w:val="005F0F8A"/>
    <w:rsid w:val="00613366"/>
    <w:rsid w:val="00630D22"/>
    <w:rsid w:val="00647DD6"/>
    <w:rsid w:val="00685661"/>
    <w:rsid w:val="006C43CB"/>
    <w:rsid w:val="0071283B"/>
    <w:rsid w:val="007257CC"/>
    <w:rsid w:val="0083022F"/>
    <w:rsid w:val="00896603"/>
    <w:rsid w:val="008E71DB"/>
    <w:rsid w:val="008F63A7"/>
    <w:rsid w:val="00933C58"/>
    <w:rsid w:val="009A11C1"/>
    <w:rsid w:val="009A5675"/>
    <w:rsid w:val="009F07B6"/>
    <w:rsid w:val="009F5A16"/>
    <w:rsid w:val="00AB6B26"/>
    <w:rsid w:val="00B2424A"/>
    <w:rsid w:val="00BE1766"/>
    <w:rsid w:val="00C24183"/>
    <w:rsid w:val="00C33E99"/>
    <w:rsid w:val="00C76331"/>
    <w:rsid w:val="00C8642C"/>
    <w:rsid w:val="00D536E3"/>
    <w:rsid w:val="00E46353"/>
    <w:rsid w:val="00E63BC9"/>
    <w:rsid w:val="00EC213E"/>
    <w:rsid w:val="00FB2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4CE5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4CE5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B4CE5"/>
    <w:pPr>
      <w:tabs>
        <w:tab w:val="center" w:pos="4153"/>
        <w:tab w:val="right" w:pos="8306"/>
      </w:tabs>
    </w:pPr>
  </w:style>
  <w:style w:type="character" w:styleId="a6">
    <w:name w:val="annotation reference"/>
    <w:semiHidden/>
    <w:rsid w:val="001B4CE5"/>
    <w:rPr>
      <w:sz w:val="16"/>
    </w:rPr>
  </w:style>
  <w:style w:type="paragraph" w:styleId="a7">
    <w:name w:val="annotation text"/>
    <w:basedOn w:val="a"/>
    <w:semiHidden/>
    <w:rsid w:val="001B4CE5"/>
  </w:style>
  <w:style w:type="paragraph" w:styleId="a8">
    <w:name w:val="Balloon Text"/>
    <w:basedOn w:val="a"/>
    <w:semiHidden/>
    <w:rsid w:val="00267ADD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83022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ros-W\Template\LSN4S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LSN4St.dot</Template>
  <TotalTime>8</TotalTime>
  <Pages>25</Pages>
  <Words>7230</Words>
  <Characters>41215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	</vt:lpstr>
    </vt:vector>
  </TitlesOfParts>
  <Company/>
  <LinksUpToDate>false</LinksUpToDate>
  <CharactersWithSpaces>48349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Пользователь</dc:creator>
  <cp:keywords/>
  <cp:lastModifiedBy>user</cp:lastModifiedBy>
  <cp:revision>6</cp:revision>
  <cp:lastPrinted>2010-12-17T08:37:00Z</cp:lastPrinted>
  <dcterms:created xsi:type="dcterms:W3CDTF">2021-06-30T13:54:00Z</dcterms:created>
  <dcterms:modified xsi:type="dcterms:W3CDTF">2021-06-30T14:26:00Z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etaNumber">
    <vt:lpwstr>2</vt:lpwstr>
  </property>
  <property fmtid="{D5CDD505-2E9C-101B-9397-08002B2CF9AE}" pid="3" name="SmetaDate">
    <vt:filetime>2021-06-19T21:00:00Z</vt:filetime>
  </property>
  <property fmtid="{D5CDD505-2E9C-101B-9397-08002B2CF9AE}" pid="4" name="SmetaName">
    <vt:lpwstr>Капитальный ремонт сети водоснабжения Dy 315 мм</vt:lpwstr>
  </property>
  <property fmtid="{D5CDD505-2E9C-101B-9397-08002B2CF9AE}" pid="5" name="ForvisPhone">
    <vt:lpwstr>тел. (812)-376-05-06</vt:lpwstr>
  </property>
</Properties>
</file>